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458" w:rsidRDefault="00831458" w:rsidP="004B07D8">
      <w:pPr>
        <w:jc w:val="center"/>
        <w:rPr>
          <w:b/>
          <w:bCs/>
          <w:sz w:val="28"/>
          <w:szCs w:val="28"/>
        </w:rPr>
      </w:pPr>
      <w:r w:rsidRPr="006A1F59">
        <w:rPr>
          <w:b/>
          <w:bCs/>
          <w:sz w:val="28"/>
          <w:szCs w:val="28"/>
        </w:rPr>
        <w:t>Муниципальн</w:t>
      </w:r>
      <w:r>
        <w:rPr>
          <w:b/>
          <w:bCs/>
          <w:sz w:val="28"/>
          <w:szCs w:val="28"/>
        </w:rPr>
        <w:t xml:space="preserve">ый этап всероссийской </w:t>
      </w:r>
      <w:r w:rsidRPr="006A1F59">
        <w:rPr>
          <w:b/>
          <w:bCs/>
          <w:sz w:val="28"/>
          <w:szCs w:val="28"/>
        </w:rPr>
        <w:t xml:space="preserve"> олимпиад</w:t>
      </w:r>
      <w:r>
        <w:rPr>
          <w:b/>
          <w:bCs/>
          <w:sz w:val="28"/>
          <w:szCs w:val="28"/>
        </w:rPr>
        <w:t>ы школьников</w:t>
      </w:r>
      <w:r w:rsidRPr="006A1F59">
        <w:rPr>
          <w:b/>
          <w:bCs/>
          <w:sz w:val="28"/>
          <w:szCs w:val="28"/>
        </w:rPr>
        <w:t xml:space="preserve"> по истории. </w:t>
      </w:r>
    </w:p>
    <w:p w:rsidR="00831458" w:rsidRDefault="00831458" w:rsidP="004B07D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Задания. </w:t>
      </w:r>
      <w:r w:rsidRPr="006A1F59">
        <w:rPr>
          <w:b/>
          <w:bCs/>
          <w:sz w:val="28"/>
          <w:szCs w:val="28"/>
        </w:rPr>
        <w:t>9 класс</w:t>
      </w:r>
      <w:r>
        <w:rPr>
          <w:b/>
          <w:bCs/>
          <w:sz w:val="28"/>
          <w:szCs w:val="28"/>
        </w:rPr>
        <w:t>.</w:t>
      </w:r>
    </w:p>
    <w:p w:rsidR="00831458" w:rsidRPr="006A1F59" w:rsidRDefault="00831458" w:rsidP="004B07D8">
      <w:pPr>
        <w:jc w:val="center"/>
        <w:rPr>
          <w:b/>
          <w:bCs/>
          <w:sz w:val="28"/>
          <w:szCs w:val="28"/>
        </w:rPr>
      </w:pPr>
    </w:p>
    <w:p w:rsidR="00831458" w:rsidRDefault="00831458" w:rsidP="006A1F59">
      <w:pPr>
        <w:jc w:val="both"/>
        <w:rPr>
          <w:b/>
          <w:bCs/>
          <w:sz w:val="28"/>
          <w:szCs w:val="28"/>
        </w:rPr>
      </w:pPr>
      <w:r w:rsidRPr="006A1F59">
        <w:rPr>
          <w:b/>
          <w:bCs/>
          <w:sz w:val="28"/>
          <w:szCs w:val="28"/>
        </w:rPr>
        <w:t>Максимальная оценка – 100 баллов</w:t>
      </w:r>
    </w:p>
    <w:p w:rsidR="00831458" w:rsidRPr="006A1F59" w:rsidRDefault="00831458" w:rsidP="006A1F5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</w:t>
      </w:r>
      <w:r w:rsidRPr="006A1F59">
        <w:rPr>
          <w:b/>
          <w:bCs/>
          <w:sz w:val="28"/>
          <w:szCs w:val="28"/>
        </w:rPr>
        <w:t>ремя на подготовку – 3 часа (180 минут).</w:t>
      </w:r>
    </w:p>
    <w:p w:rsidR="00831458" w:rsidRDefault="00831458" w:rsidP="004B07D8">
      <w:pPr>
        <w:jc w:val="both"/>
        <w:rPr>
          <w:sz w:val="28"/>
          <w:szCs w:val="28"/>
        </w:rPr>
      </w:pPr>
    </w:p>
    <w:p w:rsidR="00831458" w:rsidRPr="006A1F59" w:rsidRDefault="00831458" w:rsidP="004B07D8">
      <w:pPr>
        <w:jc w:val="both"/>
        <w:rPr>
          <w:sz w:val="28"/>
          <w:szCs w:val="28"/>
        </w:rPr>
      </w:pPr>
      <w:r w:rsidRPr="006A1F59">
        <w:rPr>
          <w:sz w:val="28"/>
          <w:szCs w:val="28"/>
        </w:rPr>
        <w:t>Баллы (таблица заполняется жюри)</w:t>
      </w:r>
      <w:r w:rsidRPr="006A1F59">
        <w:rPr>
          <w:sz w:val="28"/>
          <w:szCs w:val="28"/>
        </w:rPr>
        <w:tab/>
      </w:r>
      <w:r w:rsidRPr="006A1F59">
        <w:rPr>
          <w:sz w:val="28"/>
          <w:szCs w:val="28"/>
        </w:rPr>
        <w:tab/>
      </w:r>
      <w:r w:rsidRPr="006A1F59">
        <w:rPr>
          <w:sz w:val="28"/>
          <w:szCs w:val="28"/>
        </w:rPr>
        <w:tab/>
      </w:r>
      <w:r w:rsidRPr="006A1F59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 w:rsidRPr="006A1F59">
        <w:rPr>
          <w:sz w:val="28"/>
          <w:szCs w:val="28"/>
        </w:rPr>
        <w:t>Итого:</w:t>
      </w:r>
      <w:r>
        <w:rPr>
          <w:sz w:val="28"/>
          <w:szCs w:val="28"/>
        </w:rPr>
        <w:t xml:space="preserve"> _________</w:t>
      </w:r>
      <w:r w:rsidRPr="006A1F59">
        <w:rPr>
          <w:sz w:val="28"/>
          <w:szCs w:val="28"/>
        </w:rPr>
        <w:t>баллов.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</w:tblGrid>
      <w:tr w:rsidR="00831458" w:rsidRPr="006A1F59">
        <w:tc>
          <w:tcPr>
            <w:tcW w:w="638" w:type="dxa"/>
          </w:tcPr>
          <w:p w:rsidR="00831458" w:rsidRPr="006A1F59" w:rsidRDefault="00831458" w:rsidP="004B07D8">
            <w:pPr>
              <w:jc w:val="center"/>
              <w:rPr>
                <w:sz w:val="28"/>
                <w:szCs w:val="28"/>
              </w:rPr>
            </w:pPr>
            <w:r w:rsidRPr="006A1F59">
              <w:rPr>
                <w:sz w:val="28"/>
                <w:szCs w:val="28"/>
              </w:rPr>
              <w:t>1</w:t>
            </w:r>
          </w:p>
        </w:tc>
        <w:tc>
          <w:tcPr>
            <w:tcW w:w="638" w:type="dxa"/>
          </w:tcPr>
          <w:p w:rsidR="00831458" w:rsidRPr="006A1F59" w:rsidRDefault="00831458" w:rsidP="004B07D8">
            <w:pPr>
              <w:jc w:val="center"/>
              <w:rPr>
                <w:sz w:val="28"/>
                <w:szCs w:val="28"/>
              </w:rPr>
            </w:pPr>
            <w:r w:rsidRPr="006A1F59">
              <w:rPr>
                <w:sz w:val="28"/>
                <w:szCs w:val="28"/>
              </w:rPr>
              <w:t>2</w:t>
            </w:r>
          </w:p>
        </w:tc>
        <w:tc>
          <w:tcPr>
            <w:tcW w:w="638" w:type="dxa"/>
          </w:tcPr>
          <w:p w:rsidR="00831458" w:rsidRPr="006A1F59" w:rsidRDefault="00831458" w:rsidP="004B07D8">
            <w:pPr>
              <w:jc w:val="center"/>
              <w:rPr>
                <w:sz w:val="28"/>
                <w:szCs w:val="28"/>
              </w:rPr>
            </w:pPr>
            <w:r w:rsidRPr="006A1F59">
              <w:rPr>
                <w:sz w:val="28"/>
                <w:szCs w:val="28"/>
              </w:rPr>
              <w:t>3</w:t>
            </w:r>
          </w:p>
        </w:tc>
        <w:tc>
          <w:tcPr>
            <w:tcW w:w="638" w:type="dxa"/>
          </w:tcPr>
          <w:p w:rsidR="00831458" w:rsidRPr="006A1F59" w:rsidRDefault="00831458" w:rsidP="004B07D8">
            <w:pPr>
              <w:jc w:val="center"/>
              <w:rPr>
                <w:sz w:val="28"/>
                <w:szCs w:val="28"/>
              </w:rPr>
            </w:pPr>
            <w:r w:rsidRPr="006A1F59">
              <w:rPr>
                <w:sz w:val="28"/>
                <w:szCs w:val="28"/>
              </w:rPr>
              <w:t>4</w:t>
            </w:r>
          </w:p>
        </w:tc>
        <w:tc>
          <w:tcPr>
            <w:tcW w:w="638" w:type="dxa"/>
          </w:tcPr>
          <w:p w:rsidR="00831458" w:rsidRPr="006A1F59" w:rsidRDefault="00831458" w:rsidP="004B07D8">
            <w:pPr>
              <w:jc w:val="center"/>
              <w:rPr>
                <w:sz w:val="28"/>
                <w:szCs w:val="28"/>
              </w:rPr>
            </w:pPr>
            <w:r w:rsidRPr="006A1F59">
              <w:rPr>
                <w:sz w:val="28"/>
                <w:szCs w:val="28"/>
              </w:rPr>
              <w:t>5</w:t>
            </w:r>
          </w:p>
        </w:tc>
        <w:tc>
          <w:tcPr>
            <w:tcW w:w="638" w:type="dxa"/>
          </w:tcPr>
          <w:p w:rsidR="00831458" w:rsidRPr="006A1F59" w:rsidRDefault="00831458" w:rsidP="004B07D8">
            <w:pPr>
              <w:jc w:val="center"/>
              <w:rPr>
                <w:sz w:val="28"/>
                <w:szCs w:val="28"/>
              </w:rPr>
            </w:pPr>
            <w:r w:rsidRPr="006A1F59">
              <w:rPr>
                <w:sz w:val="28"/>
                <w:szCs w:val="28"/>
              </w:rPr>
              <w:t>6</w:t>
            </w:r>
          </w:p>
        </w:tc>
        <w:tc>
          <w:tcPr>
            <w:tcW w:w="638" w:type="dxa"/>
          </w:tcPr>
          <w:p w:rsidR="00831458" w:rsidRPr="006A1F59" w:rsidRDefault="00831458" w:rsidP="004B07D8">
            <w:pPr>
              <w:jc w:val="center"/>
              <w:rPr>
                <w:sz w:val="28"/>
                <w:szCs w:val="28"/>
              </w:rPr>
            </w:pPr>
            <w:r w:rsidRPr="006A1F59">
              <w:rPr>
                <w:sz w:val="28"/>
                <w:szCs w:val="28"/>
              </w:rPr>
              <w:t>7</w:t>
            </w:r>
          </w:p>
        </w:tc>
        <w:tc>
          <w:tcPr>
            <w:tcW w:w="638" w:type="dxa"/>
          </w:tcPr>
          <w:p w:rsidR="00831458" w:rsidRPr="006A1F59" w:rsidRDefault="00831458" w:rsidP="004B07D8">
            <w:pPr>
              <w:jc w:val="center"/>
              <w:rPr>
                <w:sz w:val="28"/>
                <w:szCs w:val="28"/>
              </w:rPr>
            </w:pPr>
            <w:r w:rsidRPr="006A1F59">
              <w:rPr>
                <w:sz w:val="28"/>
                <w:szCs w:val="28"/>
              </w:rPr>
              <w:t>8</w:t>
            </w:r>
          </w:p>
        </w:tc>
        <w:tc>
          <w:tcPr>
            <w:tcW w:w="638" w:type="dxa"/>
          </w:tcPr>
          <w:p w:rsidR="00831458" w:rsidRPr="006A1F59" w:rsidRDefault="00831458" w:rsidP="004B07D8">
            <w:pPr>
              <w:jc w:val="center"/>
              <w:rPr>
                <w:sz w:val="28"/>
                <w:szCs w:val="28"/>
              </w:rPr>
            </w:pPr>
            <w:r w:rsidRPr="006A1F59">
              <w:rPr>
                <w:sz w:val="28"/>
                <w:szCs w:val="28"/>
              </w:rPr>
              <w:t>9</w:t>
            </w:r>
          </w:p>
        </w:tc>
        <w:tc>
          <w:tcPr>
            <w:tcW w:w="638" w:type="dxa"/>
          </w:tcPr>
          <w:p w:rsidR="00831458" w:rsidRPr="006A1F59" w:rsidRDefault="00831458" w:rsidP="004B07D8">
            <w:pPr>
              <w:jc w:val="center"/>
              <w:rPr>
                <w:sz w:val="28"/>
                <w:szCs w:val="28"/>
              </w:rPr>
            </w:pPr>
            <w:r w:rsidRPr="006A1F59">
              <w:rPr>
                <w:sz w:val="28"/>
                <w:szCs w:val="28"/>
              </w:rPr>
              <w:t>10</w:t>
            </w:r>
          </w:p>
        </w:tc>
      </w:tr>
      <w:tr w:rsidR="00831458" w:rsidRPr="006A1F59">
        <w:trPr>
          <w:trHeight w:val="397"/>
        </w:trPr>
        <w:tc>
          <w:tcPr>
            <w:tcW w:w="638" w:type="dxa"/>
          </w:tcPr>
          <w:p w:rsidR="00831458" w:rsidRPr="006A1F59" w:rsidRDefault="00831458" w:rsidP="004B07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831458" w:rsidRPr="006A1F59" w:rsidRDefault="00831458" w:rsidP="004B07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831458" w:rsidRPr="006A1F59" w:rsidRDefault="00831458" w:rsidP="004B07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831458" w:rsidRPr="006A1F59" w:rsidRDefault="00831458" w:rsidP="004B07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831458" w:rsidRPr="006A1F59" w:rsidRDefault="00831458" w:rsidP="004B07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831458" w:rsidRPr="006A1F59" w:rsidRDefault="00831458" w:rsidP="004B07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831458" w:rsidRPr="006A1F59" w:rsidRDefault="00831458" w:rsidP="004B07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831458" w:rsidRPr="006A1F59" w:rsidRDefault="00831458" w:rsidP="004B07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831458" w:rsidRPr="006A1F59" w:rsidRDefault="00831458" w:rsidP="004B07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831458" w:rsidRPr="006A1F59" w:rsidRDefault="00831458" w:rsidP="004B07D8">
            <w:pPr>
              <w:jc w:val="center"/>
              <w:rPr>
                <w:sz w:val="28"/>
                <w:szCs w:val="28"/>
              </w:rPr>
            </w:pPr>
          </w:p>
        </w:tc>
      </w:tr>
    </w:tbl>
    <w:p w:rsidR="00831458" w:rsidRDefault="00831458" w:rsidP="00846CCB">
      <w:pPr>
        <w:rPr>
          <w:sz w:val="28"/>
          <w:szCs w:val="28"/>
        </w:rPr>
      </w:pPr>
    </w:p>
    <w:p w:rsidR="00831458" w:rsidRPr="006A1F59" w:rsidRDefault="00831458" w:rsidP="00846CCB">
      <w:pPr>
        <w:rPr>
          <w:sz w:val="28"/>
          <w:szCs w:val="28"/>
        </w:rPr>
      </w:pPr>
      <w:r w:rsidRPr="006A1F59">
        <w:rPr>
          <w:sz w:val="28"/>
          <w:szCs w:val="28"/>
        </w:rPr>
        <w:t>Подписи проверяющих:</w:t>
      </w:r>
    </w:p>
    <w:p w:rsidR="00831458" w:rsidRPr="006A1F59" w:rsidRDefault="00831458" w:rsidP="00846CCB">
      <w:pPr>
        <w:rPr>
          <w:sz w:val="28"/>
          <w:szCs w:val="28"/>
          <w:u w:val="single"/>
        </w:rPr>
      </w:pPr>
      <w:r w:rsidRPr="006A1F59">
        <w:rPr>
          <w:sz w:val="28"/>
          <w:szCs w:val="28"/>
        </w:rPr>
        <w:t xml:space="preserve">_______________________ </w:t>
      </w:r>
      <w:r w:rsidRPr="006A1F59">
        <w:rPr>
          <w:sz w:val="28"/>
          <w:szCs w:val="28"/>
          <w:u w:val="single"/>
        </w:rPr>
        <w:t>( Фамилия, И.О.                                        )</w:t>
      </w:r>
    </w:p>
    <w:p w:rsidR="00831458" w:rsidRPr="006A1F59" w:rsidRDefault="00831458" w:rsidP="00846CCB">
      <w:pPr>
        <w:rPr>
          <w:sz w:val="28"/>
          <w:szCs w:val="28"/>
        </w:rPr>
      </w:pPr>
      <w:r w:rsidRPr="006A1F59">
        <w:rPr>
          <w:sz w:val="28"/>
          <w:szCs w:val="28"/>
        </w:rPr>
        <w:t xml:space="preserve">_______________________ </w:t>
      </w:r>
      <w:r w:rsidRPr="006A1F59">
        <w:rPr>
          <w:sz w:val="28"/>
          <w:szCs w:val="28"/>
          <w:u w:val="single"/>
        </w:rPr>
        <w:t>( Фамилия, И.О.                                        )</w:t>
      </w:r>
    </w:p>
    <w:p w:rsidR="00831458" w:rsidRPr="006A1F59" w:rsidRDefault="00831458" w:rsidP="00846CCB">
      <w:pPr>
        <w:rPr>
          <w:sz w:val="28"/>
          <w:szCs w:val="28"/>
        </w:rPr>
      </w:pPr>
      <w:r w:rsidRPr="006A1F59">
        <w:rPr>
          <w:sz w:val="28"/>
          <w:szCs w:val="28"/>
        </w:rPr>
        <w:t xml:space="preserve">_______________________ </w:t>
      </w:r>
      <w:r w:rsidRPr="006A1F59">
        <w:rPr>
          <w:sz w:val="28"/>
          <w:szCs w:val="28"/>
          <w:u w:val="single"/>
        </w:rPr>
        <w:t>( Фамилия, И.О.                                        )</w:t>
      </w:r>
    </w:p>
    <w:p w:rsidR="00831458" w:rsidRPr="006A1F59" w:rsidRDefault="00831458" w:rsidP="00846CCB">
      <w:pPr>
        <w:rPr>
          <w:sz w:val="28"/>
          <w:szCs w:val="28"/>
        </w:rPr>
      </w:pPr>
      <w:r w:rsidRPr="006A1F59">
        <w:rPr>
          <w:sz w:val="28"/>
          <w:szCs w:val="28"/>
        </w:rPr>
        <w:t xml:space="preserve">_______________________ </w:t>
      </w:r>
      <w:r w:rsidRPr="006A1F59">
        <w:rPr>
          <w:sz w:val="28"/>
          <w:szCs w:val="28"/>
          <w:u w:val="single"/>
        </w:rPr>
        <w:t>( Фамилия, И.О.                                        )</w:t>
      </w:r>
    </w:p>
    <w:p w:rsidR="00831458" w:rsidRPr="006A1F59" w:rsidRDefault="00831458" w:rsidP="004B07D8">
      <w:pPr>
        <w:rPr>
          <w:sz w:val="28"/>
          <w:szCs w:val="28"/>
        </w:rPr>
      </w:pPr>
    </w:p>
    <w:p w:rsidR="00831458" w:rsidRDefault="00831458" w:rsidP="004B07D8">
      <w:pPr>
        <w:rPr>
          <w:b/>
          <w:bCs/>
          <w:i/>
          <w:iCs/>
          <w:sz w:val="28"/>
          <w:szCs w:val="28"/>
        </w:rPr>
      </w:pPr>
    </w:p>
    <w:p w:rsidR="00831458" w:rsidRPr="006A1F59" w:rsidRDefault="00831458" w:rsidP="004B07D8">
      <w:pPr>
        <w:rPr>
          <w:b/>
          <w:bCs/>
          <w:sz w:val="28"/>
          <w:szCs w:val="28"/>
        </w:rPr>
      </w:pPr>
      <w:r w:rsidRPr="006A1F59">
        <w:rPr>
          <w:b/>
          <w:bCs/>
          <w:i/>
          <w:iCs/>
          <w:sz w:val="28"/>
          <w:szCs w:val="28"/>
        </w:rPr>
        <w:t xml:space="preserve">Задание 1. </w:t>
      </w:r>
      <w:r w:rsidRPr="006A1F59">
        <w:rPr>
          <w:b/>
          <w:bCs/>
          <w:sz w:val="28"/>
          <w:szCs w:val="28"/>
        </w:rPr>
        <w:t>По какому принципу образованы ряды (всего за ответ 3 балла).</w:t>
      </w:r>
    </w:p>
    <w:p w:rsidR="00831458" w:rsidRPr="006A1F59" w:rsidRDefault="00831458" w:rsidP="004B07D8">
      <w:pPr>
        <w:rPr>
          <w:sz w:val="28"/>
          <w:szCs w:val="28"/>
        </w:rPr>
      </w:pPr>
    </w:p>
    <w:p w:rsidR="00831458" w:rsidRPr="006A1F59" w:rsidRDefault="00831458" w:rsidP="004B07D8">
      <w:pPr>
        <w:jc w:val="both"/>
        <w:rPr>
          <w:sz w:val="28"/>
          <w:szCs w:val="28"/>
        </w:rPr>
      </w:pPr>
      <w:r w:rsidRPr="006A1F59">
        <w:rPr>
          <w:b/>
          <w:bCs/>
          <w:sz w:val="28"/>
          <w:szCs w:val="28"/>
        </w:rPr>
        <w:t>1.1.</w:t>
      </w:r>
      <w:r w:rsidRPr="006A1F59">
        <w:rPr>
          <w:sz w:val="28"/>
          <w:szCs w:val="28"/>
        </w:rPr>
        <w:t xml:space="preserve"> Закуп, рядович, холоп, смерд.</w:t>
      </w:r>
    </w:p>
    <w:p w:rsidR="00831458" w:rsidRPr="006A1F59" w:rsidRDefault="00831458" w:rsidP="004B07D8">
      <w:pPr>
        <w:jc w:val="both"/>
        <w:rPr>
          <w:sz w:val="28"/>
          <w:szCs w:val="28"/>
        </w:rPr>
      </w:pPr>
      <w:r w:rsidRPr="006A1F59">
        <w:rPr>
          <w:i/>
          <w:iCs/>
          <w:sz w:val="28"/>
          <w:szCs w:val="28"/>
        </w:rPr>
        <w:t>Ответ</w:t>
      </w:r>
      <w:r w:rsidRPr="006A1F59">
        <w:rPr>
          <w:sz w:val="28"/>
          <w:szCs w:val="28"/>
        </w:rPr>
        <w:t xml:space="preserve"> _____________________________________________________________________</w:t>
      </w:r>
    </w:p>
    <w:p w:rsidR="00831458" w:rsidRPr="006A1F59" w:rsidRDefault="00831458" w:rsidP="004B07D8">
      <w:pPr>
        <w:rPr>
          <w:sz w:val="28"/>
          <w:szCs w:val="28"/>
        </w:rPr>
      </w:pPr>
    </w:p>
    <w:p w:rsidR="00831458" w:rsidRPr="006A1F59" w:rsidRDefault="00831458" w:rsidP="004B07D8">
      <w:pPr>
        <w:rPr>
          <w:sz w:val="28"/>
          <w:szCs w:val="28"/>
        </w:rPr>
      </w:pPr>
      <w:r w:rsidRPr="006A1F59">
        <w:rPr>
          <w:b/>
          <w:bCs/>
          <w:sz w:val="28"/>
          <w:szCs w:val="28"/>
        </w:rPr>
        <w:t>1.2.</w:t>
      </w:r>
      <w:r w:rsidRPr="006A1F59">
        <w:rPr>
          <w:sz w:val="28"/>
          <w:szCs w:val="28"/>
        </w:rPr>
        <w:t xml:space="preserve"> 1772, 1793, 1795.</w:t>
      </w:r>
    </w:p>
    <w:p w:rsidR="00831458" w:rsidRPr="006A1F59" w:rsidRDefault="00831458" w:rsidP="004B07D8">
      <w:pPr>
        <w:jc w:val="both"/>
        <w:rPr>
          <w:sz w:val="28"/>
          <w:szCs w:val="28"/>
        </w:rPr>
      </w:pPr>
      <w:r w:rsidRPr="006A1F59">
        <w:rPr>
          <w:i/>
          <w:iCs/>
          <w:sz w:val="28"/>
          <w:szCs w:val="28"/>
        </w:rPr>
        <w:t>Ответ</w:t>
      </w:r>
      <w:r w:rsidRPr="006A1F59">
        <w:rPr>
          <w:sz w:val="28"/>
          <w:szCs w:val="28"/>
        </w:rPr>
        <w:t xml:space="preserve"> _____________________________________________________________________</w:t>
      </w:r>
    </w:p>
    <w:p w:rsidR="00831458" w:rsidRPr="006A1F59" w:rsidRDefault="00831458" w:rsidP="004B07D8">
      <w:pPr>
        <w:rPr>
          <w:sz w:val="28"/>
          <w:szCs w:val="28"/>
        </w:rPr>
      </w:pPr>
    </w:p>
    <w:p w:rsidR="00831458" w:rsidRPr="006A1F59" w:rsidRDefault="00831458" w:rsidP="004B07D8">
      <w:pPr>
        <w:rPr>
          <w:sz w:val="28"/>
          <w:szCs w:val="28"/>
        </w:rPr>
      </w:pPr>
      <w:r w:rsidRPr="006A1F59">
        <w:rPr>
          <w:b/>
          <w:bCs/>
          <w:sz w:val="28"/>
          <w:szCs w:val="28"/>
        </w:rPr>
        <w:t xml:space="preserve">1.3. </w:t>
      </w:r>
      <w:r w:rsidRPr="006A1F59">
        <w:rPr>
          <w:sz w:val="28"/>
          <w:szCs w:val="28"/>
        </w:rPr>
        <w:t>Н.М. Карамзин, С.М. Соловьев, В.О. Ключевский</w:t>
      </w:r>
    </w:p>
    <w:p w:rsidR="00831458" w:rsidRPr="006A1F59" w:rsidRDefault="00831458" w:rsidP="004B07D8">
      <w:pPr>
        <w:rPr>
          <w:sz w:val="28"/>
          <w:szCs w:val="28"/>
        </w:rPr>
      </w:pPr>
      <w:r w:rsidRPr="006A1F59">
        <w:rPr>
          <w:i/>
          <w:iCs/>
          <w:sz w:val="28"/>
          <w:szCs w:val="28"/>
        </w:rPr>
        <w:t>Ответ</w:t>
      </w:r>
      <w:r w:rsidRPr="006A1F59">
        <w:rPr>
          <w:sz w:val="28"/>
          <w:szCs w:val="28"/>
        </w:rPr>
        <w:t xml:space="preserve"> _____________________________________________________________________ </w:t>
      </w:r>
    </w:p>
    <w:p w:rsidR="00831458" w:rsidRPr="006A1F59" w:rsidRDefault="00831458" w:rsidP="004B07D8">
      <w:pPr>
        <w:rPr>
          <w:i/>
          <w:iCs/>
          <w:sz w:val="28"/>
          <w:szCs w:val="28"/>
        </w:rPr>
      </w:pPr>
    </w:p>
    <w:p w:rsidR="00831458" w:rsidRPr="006A1F59" w:rsidRDefault="00831458" w:rsidP="00846CCB">
      <w:pPr>
        <w:ind w:firstLine="708"/>
        <w:rPr>
          <w:b/>
          <w:bCs/>
          <w:sz w:val="28"/>
          <w:szCs w:val="28"/>
        </w:rPr>
      </w:pPr>
      <w:r w:rsidRPr="006A1F59">
        <w:rPr>
          <w:b/>
          <w:bCs/>
          <w:i/>
          <w:iCs/>
          <w:sz w:val="28"/>
          <w:szCs w:val="28"/>
        </w:rPr>
        <w:t>Задание 2.</w:t>
      </w:r>
      <w:r w:rsidRPr="006A1F59">
        <w:rPr>
          <w:sz w:val="28"/>
          <w:szCs w:val="28"/>
        </w:rPr>
        <w:t xml:space="preserve"> </w:t>
      </w:r>
      <w:r w:rsidRPr="006A1F59">
        <w:rPr>
          <w:b/>
          <w:bCs/>
          <w:sz w:val="28"/>
          <w:szCs w:val="28"/>
        </w:rPr>
        <w:t>Согласны ли Вы с приведенными ниже определениями исторических терминов и понятий? Если согласны, напишите «Да», если не согласны – «Нет». Внесите свои ответы в таблицу.</w:t>
      </w:r>
      <w:r w:rsidRPr="006A1F59">
        <w:rPr>
          <w:sz w:val="28"/>
          <w:szCs w:val="28"/>
        </w:rPr>
        <w:t xml:space="preserve"> </w:t>
      </w:r>
      <w:r w:rsidRPr="006A1F59">
        <w:rPr>
          <w:b/>
          <w:bCs/>
          <w:sz w:val="28"/>
          <w:szCs w:val="28"/>
        </w:rPr>
        <w:t>(Максимальная оценка – 6 баллов).</w:t>
      </w:r>
    </w:p>
    <w:p w:rsidR="00831458" w:rsidRPr="006A1F59" w:rsidRDefault="00831458" w:rsidP="004B07D8">
      <w:pPr>
        <w:numPr>
          <w:ilvl w:val="0"/>
          <w:numId w:val="1"/>
        </w:numPr>
        <w:jc w:val="both"/>
        <w:rPr>
          <w:sz w:val="28"/>
          <w:szCs w:val="28"/>
        </w:rPr>
      </w:pPr>
      <w:r w:rsidRPr="006A1F59">
        <w:rPr>
          <w:b/>
          <w:bCs/>
          <w:sz w:val="28"/>
          <w:szCs w:val="28"/>
        </w:rPr>
        <w:t>Архаровцы</w:t>
      </w:r>
      <w:r w:rsidRPr="006A1F59">
        <w:rPr>
          <w:sz w:val="28"/>
          <w:szCs w:val="28"/>
        </w:rPr>
        <w:t xml:space="preserve"> – прозвище русских полицейских, подчиненных Н.П. Архарова, московского обер-полицмейстера конца </w:t>
      </w:r>
      <w:r w:rsidRPr="006A1F59">
        <w:rPr>
          <w:sz w:val="28"/>
          <w:szCs w:val="28"/>
          <w:lang w:val="en-US"/>
        </w:rPr>
        <w:t>XVIII</w:t>
      </w:r>
      <w:r w:rsidRPr="006A1F59">
        <w:rPr>
          <w:sz w:val="28"/>
          <w:szCs w:val="28"/>
        </w:rPr>
        <w:t xml:space="preserve"> века.</w:t>
      </w:r>
    </w:p>
    <w:p w:rsidR="00831458" w:rsidRPr="006A1F59" w:rsidRDefault="00831458" w:rsidP="004B07D8">
      <w:pPr>
        <w:numPr>
          <w:ilvl w:val="0"/>
          <w:numId w:val="1"/>
        </w:numPr>
        <w:jc w:val="both"/>
        <w:rPr>
          <w:sz w:val="28"/>
          <w:szCs w:val="28"/>
        </w:rPr>
      </w:pPr>
      <w:r w:rsidRPr="006A1F59">
        <w:rPr>
          <w:b/>
          <w:bCs/>
          <w:sz w:val="28"/>
          <w:szCs w:val="28"/>
        </w:rPr>
        <w:t>Баскак</w:t>
      </w:r>
      <w:r w:rsidRPr="006A1F59">
        <w:rPr>
          <w:sz w:val="28"/>
          <w:szCs w:val="28"/>
        </w:rPr>
        <w:t xml:space="preserve"> – представитель монгольского хана в завоеванных землях, занимавшийся сбором дани в пользу Орды.</w:t>
      </w:r>
    </w:p>
    <w:p w:rsidR="00831458" w:rsidRPr="006A1F59" w:rsidRDefault="00831458" w:rsidP="004B07D8">
      <w:pPr>
        <w:numPr>
          <w:ilvl w:val="0"/>
          <w:numId w:val="1"/>
        </w:numPr>
        <w:jc w:val="both"/>
        <w:rPr>
          <w:sz w:val="28"/>
          <w:szCs w:val="28"/>
        </w:rPr>
      </w:pPr>
      <w:r w:rsidRPr="006A1F59">
        <w:rPr>
          <w:b/>
          <w:bCs/>
          <w:sz w:val="28"/>
          <w:szCs w:val="28"/>
        </w:rPr>
        <w:t>Бонапартизм</w:t>
      </w:r>
      <w:r w:rsidRPr="006A1F59">
        <w:rPr>
          <w:sz w:val="28"/>
          <w:szCs w:val="28"/>
        </w:rPr>
        <w:t xml:space="preserve"> – идеология, направленная на воцарение в России Наполеона, распространенная среди части крепостного крестьянства.</w:t>
      </w:r>
    </w:p>
    <w:p w:rsidR="00831458" w:rsidRPr="006A1F59" w:rsidRDefault="00831458" w:rsidP="004B07D8">
      <w:pPr>
        <w:numPr>
          <w:ilvl w:val="0"/>
          <w:numId w:val="1"/>
        </w:numPr>
        <w:jc w:val="both"/>
        <w:rPr>
          <w:sz w:val="28"/>
          <w:szCs w:val="28"/>
        </w:rPr>
      </w:pPr>
      <w:r w:rsidRPr="006A1F59">
        <w:rPr>
          <w:b/>
          <w:bCs/>
          <w:sz w:val="28"/>
          <w:szCs w:val="28"/>
        </w:rPr>
        <w:t>Вежа</w:t>
      </w:r>
      <w:r w:rsidRPr="006A1F59">
        <w:rPr>
          <w:sz w:val="28"/>
          <w:szCs w:val="28"/>
        </w:rPr>
        <w:t xml:space="preserve"> – верхняя одежда кучера дворянской кареты.</w:t>
      </w:r>
    </w:p>
    <w:p w:rsidR="00831458" w:rsidRPr="006A1F59" w:rsidRDefault="00831458" w:rsidP="004B07D8">
      <w:pPr>
        <w:numPr>
          <w:ilvl w:val="0"/>
          <w:numId w:val="1"/>
        </w:numPr>
        <w:jc w:val="both"/>
        <w:rPr>
          <w:sz w:val="28"/>
          <w:szCs w:val="28"/>
        </w:rPr>
      </w:pPr>
      <w:r w:rsidRPr="006A1F59">
        <w:rPr>
          <w:b/>
          <w:bCs/>
          <w:sz w:val="28"/>
          <w:szCs w:val="28"/>
        </w:rPr>
        <w:t>Великое посольство</w:t>
      </w:r>
      <w:r w:rsidRPr="006A1F59">
        <w:rPr>
          <w:sz w:val="28"/>
          <w:szCs w:val="28"/>
        </w:rPr>
        <w:t xml:space="preserve"> – дипломатическая миссия Большой Орды в Москве </w:t>
      </w:r>
      <w:r w:rsidRPr="006A1F59">
        <w:rPr>
          <w:sz w:val="28"/>
          <w:szCs w:val="28"/>
          <w:lang w:val="en-US"/>
        </w:rPr>
        <w:t>XV</w:t>
      </w:r>
      <w:r w:rsidRPr="006A1F59">
        <w:rPr>
          <w:sz w:val="28"/>
          <w:szCs w:val="28"/>
        </w:rPr>
        <w:t xml:space="preserve"> века.</w:t>
      </w:r>
    </w:p>
    <w:p w:rsidR="00831458" w:rsidRPr="006A1F59" w:rsidRDefault="00831458" w:rsidP="004B07D8">
      <w:pPr>
        <w:numPr>
          <w:ilvl w:val="0"/>
          <w:numId w:val="1"/>
        </w:numPr>
        <w:jc w:val="both"/>
        <w:rPr>
          <w:sz w:val="28"/>
          <w:szCs w:val="28"/>
        </w:rPr>
      </w:pPr>
      <w:r w:rsidRPr="006A1F59">
        <w:rPr>
          <w:b/>
          <w:bCs/>
          <w:sz w:val="28"/>
          <w:szCs w:val="28"/>
        </w:rPr>
        <w:t>Воронцы</w:t>
      </w:r>
      <w:r w:rsidRPr="006A1F59">
        <w:rPr>
          <w:sz w:val="28"/>
          <w:szCs w:val="28"/>
        </w:rPr>
        <w:t xml:space="preserve"> – длинные деревянные полки, расположенные в избе примерно на уровне головы.</w:t>
      </w:r>
    </w:p>
    <w:p w:rsidR="00831458" w:rsidRPr="006A1F59" w:rsidRDefault="00831458" w:rsidP="004B07D8">
      <w:pPr>
        <w:numPr>
          <w:ilvl w:val="0"/>
          <w:numId w:val="1"/>
        </w:numPr>
        <w:jc w:val="both"/>
        <w:rPr>
          <w:sz w:val="28"/>
          <w:szCs w:val="28"/>
        </w:rPr>
      </w:pPr>
      <w:r w:rsidRPr="006A1F59">
        <w:rPr>
          <w:b/>
          <w:bCs/>
          <w:sz w:val="28"/>
          <w:szCs w:val="28"/>
        </w:rPr>
        <w:t>Гривна</w:t>
      </w:r>
      <w:r w:rsidRPr="006A1F59">
        <w:rPr>
          <w:sz w:val="28"/>
          <w:szCs w:val="28"/>
        </w:rPr>
        <w:t xml:space="preserve"> – денежная и весовая единица Древней Руси, происходящая от украшения в виде обруча, носимого на шее (на загривке).</w:t>
      </w:r>
    </w:p>
    <w:p w:rsidR="00831458" w:rsidRPr="006A1F59" w:rsidRDefault="00831458" w:rsidP="004B07D8">
      <w:pPr>
        <w:numPr>
          <w:ilvl w:val="0"/>
          <w:numId w:val="1"/>
        </w:numPr>
        <w:jc w:val="both"/>
        <w:rPr>
          <w:sz w:val="28"/>
          <w:szCs w:val="28"/>
        </w:rPr>
      </w:pPr>
      <w:r w:rsidRPr="006A1F59">
        <w:rPr>
          <w:b/>
          <w:bCs/>
          <w:sz w:val="28"/>
          <w:szCs w:val="28"/>
        </w:rPr>
        <w:t>Гульбище</w:t>
      </w:r>
      <w:r w:rsidRPr="006A1F59">
        <w:rPr>
          <w:sz w:val="28"/>
          <w:szCs w:val="28"/>
        </w:rPr>
        <w:t xml:space="preserve"> – языческий обряд восточных славян, связанный с поклонением Стрибогу – богу ветра.</w:t>
      </w:r>
    </w:p>
    <w:p w:rsidR="00831458" w:rsidRPr="006A1F59" w:rsidRDefault="00831458" w:rsidP="004B07D8">
      <w:pPr>
        <w:numPr>
          <w:ilvl w:val="0"/>
          <w:numId w:val="1"/>
        </w:numPr>
        <w:jc w:val="both"/>
        <w:rPr>
          <w:sz w:val="28"/>
          <w:szCs w:val="28"/>
        </w:rPr>
      </w:pPr>
      <w:r w:rsidRPr="006A1F59">
        <w:rPr>
          <w:b/>
          <w:bCs/>
          <w:sz w:val="28"/>
          <w:szCs w:val="28"/>
        </w:rPr>
        <w:t>Издольщина</w:t>
      </w:r>
      <w:r w:rsidRPr="006A1F59">
        <w:rPr>
          <w:sz w:val="28"/>
          <w:szCs w:val="28"/>
        </w:rPr>
        <w:t xml:space="preserve"> – земельная аренда, при которой рента уплачивается собственнику земли долей урожая.</w:t>
      </w:r>
    </w:p>
    <w:p w:rsidR="00831458" w:rsidRPr="006A1F59" w:rsidRDefault="00831458" w:rsidP="004B07D8">
      <w:pPr>
        <w:numPr>
          <w:ilvl w:val="0"/>
          <w:numId w:val="1"/>
        </w:numPr>
        <w:jc w:val="both"/>
        <w:rPr>
          <w:sz w:val="28"/>
          <w:szCs w:val="28"/>
        </w:rPr>
      </w:pPr>
      <w:r w:rsidRPr="006A1F59">
        <w:rPr>
          <w:b/>
          <w:bCs/>
          <w:sz w:val="28"/>
          <w:szCs w:val="28"/>
        </w:rPr>
        <w:t>Домострой</w:t>
      </w:r>
      <w:r w:rsidRPr="006A1F59">
        <w:rPr>
          <w:sz w:val="28"/>
          <w:szCs w:val="28"/>
        </w:rPr>
        <w:t xml:space="preserve"> – система радиально-кольцевой городской застройки, характерной для средневековой Москвы.</w:t>
      </w:r>
    </w:p>
    <w:p w:rsidR="00831458" w:rsidRPr="006A1F59" w:rsidRDefault="00831458" w:rsidP="004B07D8">
      <w:pPr>
        <w:numPr>
          <w:ilvl w:val="0"/>
          <w:numId w:val="1"/>
        </w:numPr>
        <w:jc w:val="both"/>
        <w:rPr>
          <w:sz w:val="28"/>
          <w:szCs w:val="28"/>
        </w:rPr>
      </w:pPr>
      <w:r w:rsidRPr="006A1F59">
        <w:rPr>
          <w:b/>
          <w:bCs/>
          <w:sz w:val="28"/>
          <w:szCs w:val="28"/>
        </w:rPr>
        <w:t>Охлупень</w:t>
      </w:r>
      <w:r w:rsidRPr="006A1F59">
        <w:rPr>
          <w:sz w:val="28"/>
          <w:szCs w:val="28"/>
        </w:rPr>
        <w:t xml:space="preserve"> – выдолбленное бревно, прикрывающее конек, верхний стык двухскатной кровли.</w:t>
      </w:r>
    </w:p>
    <w:p w:rsidR="00831458" w:rsidRPr="006A1F59" w:rsidRDefault="00831458" w:rsidP="004B07D8">
      <w:pPr>
        <w:numPr>
          <w:ilvl w:val="0"/>
          <w:numId w:val="1"/>
        </w:numPr>
        <w:jc w:val="both"/>
        <w:rPr>
          <w:sz w:val="28"/>
          <w:szCs w:val="28"/>
        </w:rPr>
      </w:pPr>
      <w:r w:rsidRPr="006A1F59">
        <w:rPr>
          <w:b/>
          <w:bCs/>
          <w:sz w:val="28"/>
          <w:szCs w:val="28"/>
        </w:rPr>
        <w:t>Фискал</w:t>
      </w:r>
      <w:r w:rsidRPr="006A1F59">
        <w:rPr>
          <w:sz w:val="28"/>
          <w:szCs w:val="28"/>
        </w:rPr>
        <w:t xml:space="preserve"> – денежная единица России при Петре </w:t>
      </w:r>
      <w:r w:rsidRPr="006A1F59">
        <w:rPr>
          <w:sz w:val="28"/>
          <w:szCs w:val="28"/>
          <w:lang w:val="en-US"/>
        </w:rPr>
        <w:t>I</w:t>
      </w:r>
      <w:r w:rsidRPr="006A1F59">
        <w:rPr>
          <w:sz w:val="28"/>
          <w:szCs w:val="28"/>
        </w:rPr>
        <w:t>, равная двум рублям, служащая основной единицей налогового обложения.</w:t>
      </w:r>
    </w:p>
    <w:p w:rsidR="00831458" w:rsidRPr="006A1F59" w:rsidRDefault="00831458" w:rsidP="004B07D8">
      <w:pPr>
        <w:jc w:val="both"/>
        <w:rPr>
          <w:i/>
          <w:iCs/>
          <w:sz w:val="28"/>
          <w:szCs w:val="28"/>
        </w:rPr>
      </w:pPr>
      <w:r w:rsidRPr="006A1F59">
        <w:rPr>
          <w:i/>
          <w:iCs/>
          <w:sz w:val="28"/>
          <w:szCs w:val="28"/>
        </w:rPr>
        <w:t>Ответ: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9"/>
        <w:gridCol w:w="799"/>
        <w:gridCol w:w="798"/>
        <w:gridCol w:w="798"/>
        <w:gridCol w:w="798"/>
        <w:gridCol w:w="798"/>
        <w:gridCol w:w="798"/>
        <w:gridCol w:w="798"/>
        <w:gridCol w:w="798"/>
        <w:gridCol w:w="1082"/>
        <w:gridCol w:w="1082"/>
        <w:gridCol w:w="1073"/>
      </w:tblGrid>
      <w:tr w:rsidR="00831458" w:rsidRPr="00AC526D">
        <w:tc>
          <w:tcPr>
            <w:tcW w:w="383" w:type="pct"/>
          </w:tcPr>
          <w:p w:rsidR="00831458" w:rsidRPr="00830EF3" w:rsidRDefault="00831458" w:rsidP="002E1E13">
            <w:pPr>
              <w:jc w:val="center"/>
            </w:pPr>
            <w:r w:rsidRPr="00830EF3">
              <w:t>1</w:t>
            </w:r>
          </w:p>
        </w:tc>
        <w:tc>
          <w:tcPr>
            <w:tcW w:w="383" w:type="pct"/>
          </w:tcPr>
          <w:p w:rsidR="00831458" w:rsidRPr="00830EF3" w:rsidRDefault="00831458" w:rsidP="002E1E13">
            <w:pPr>
              <w:jc w:val="center"/>
            </w:pPr>
            <w:r w:rsidRPr="00830EF3">
              <w:t>2</w:t>
            </w:r>
          </w:p>
        </w:tc>
        <w:tc>
          <w:tcPr>
            <w:tcW w:w="383" w:type="pct"/>
          </w:tcPr>
          <w:p w:rsidR="00831458" w:rsidRPr="00830EF3" w:rsidRDefault="00831458" w:rsidP="002E1E13">
            <w:pPr>
              <w:jc w:val="center"/>
            </w:pPr>
            <w:r w:rsidRPr="00830EF3">
              <w:t>3</w:t>
            </w:r>
          </w:p>
        </w:tc>
        <w:tc>
          <w:tcPr>
            <w:tcW w:w="383" w:type="pct"/>
          </w:tcPr>
          <w:p w:rsidR="00831458" w:rsidRPr="00830EF3" w:rsidRDefault="00831458" w:rsidP="002E1E13">
            <w:pPr>
              <w:jc w:val="center"/>
            </w:pPr>
            <w:r w:rsidRPr="00830EF3">
              <w:t>4</w:t>
            </w:r>
          </w:p>
        </w:tc>
        <w:tc>
          <w:tcPr>
            <w:tcW w:w="383" w:type="pct"/>
          </w:tcPr>
          <w:p w:rsidR="00831458" w:rsidRPr="00830EF3" w:rsidRDefault="00831458" w:rsidP="002E1E13">
            <w:pPr>
              <w:jc w:val="center"/>
            </w:pPr>
            <w:r w:rsidRPr="00830EF3">
              <w:t>5</w:t>
            </w:r>
          </w:p>
        </w:tc>
        <w:tc>
          <w:tcPr>
            <w:tcW w:w="383" w:type="pct"/>
          </w:tcPr>
          <w:p w:rsidR="00831458" w:rsidRPr="00830EF3" w:rsidRDefault="00831458" w:rsidP="002E1E13">
            <w:pPr>
              <w:jc w:val="center"/>
            </w:pPr>
            <w:r w:rsidRPr="00830EF3">
              <w:t>6</w:t>
            </w:r>
          </w:p>
        </w:tc>
        <w:tc>
          <w:tcPr>
            <w:tcW w:w="383" w:type="pct"/>
          </w:tcPr>
          <w:p w:rsidR="00831458" w:rsidRPr="00830EF3" w:rsidRDefault="00831458" w:rsidP="002E1E13">
            <w:pPr>
              <w:jc w:val="center"/>
            </w:pPr>
            <w:r w:rsidRPr="00830EF3">
              <w:t>7</w:t>
            </w:r>
          </w:p>
        </w:tc>
        <w:tc>
          <w:tcPr>
            <w:tcW w:w="383" w:type="pct"/>
          </w:tcPr>
          <w:p w:rsidR="00831458" w:rsidRPr="00830EF3" w:rsidRDefault="00831458" w:rsidP="002E1E13">
            <w:pPr>
              <w:jc w:val="center"/>
            </w:pPr>
            <w:r w:rsidRPr="00830EF3">
              <w:t>8</w:t>
            </w:r>
          </w:p>
        </w:tc>
        <w:tc>
          <w:tcPr>
            <w:tcW w:w="383" w:type="pct"/>
          </w:tcPr>
          <w:p w:rsidR="00831458" w:rsidRPr="00830EF3" w:rsidRDefault="00831458" w:rsidP="002E1E13">
            <w:pPr>
              <w:jc w:val="center"/>
            </w:pPr>
            <w:r w:rsidRPr="00830EF3">
              <w:t>9</w:t>
            </w:r>
          </w:p>
        </w:tc>
        <w:tc>
          <w:tcPr>
            <w:tcW w:w="519" w:type="pct"/>
          </w:tcPr>
          <w:p w:rsidR="00831458" w:rsidRPr="00830EF3" w:rsidRDefault="00831458" w:rsidP="002E1E13">
            <w:pPr>
              <w:jc w:val="center"/>
            </w:pPr>
            <w:r w:rsidRPr="00830EF3">
              <w:t>10</w:t>
            </w:r>
          </w:p>
        </w:tc>
        <w:tc>
          <w:tcPr>
            <w:tcW w:w="519" w:type="pct"/>
          </w:tcPr>
          <w:p w:rsidR="00831458" w:rsidRPr="00830EF3" w:rsidRDefault="00831458" w:rsidP="002E1E13">
            <w:pPr>
              <w:jc w:val="center"/>
            </w:pPr>
            <w:r w:rsidRPr="00830EF3">
              <w:t>11</w:t>
            </w:r>
          </w:p>
        </w:tc>
        <w:tc>
          <w:tcPr>
            <w:tcW w:w="519" w:type="pct"/>
          </w:tcPr>
          <w:p w:rsidR="00831458" w:rsidRPr="00830EF3" w:rsidRDefault="00831458" w:rsidP="002E1E13">
            <w:pPr>
              <w:jc w:val="center"/>
            </w:pPr>
            <w:r w:rsidRPr="00830EF3">
              <w:t>12</w:t>
            </w:r>
          </w:p>
        </w:tc>
      </w:tr>
      <w:tr w:rsidR="00831458" w:rsidRPr="00AC526D">
        <w:tc>
          <w:tcPr>
            <w:tcW w:w="383" w:type="pct"/>
          </w:tcPr>
          <w:p w:rsidR="00831458" w:rsidRPr="00830EF3" w:rsidRDefault="00831458" w:rsidP="002E1E13">
            <w:pPr>
              <w:jc w:val="center"/>
            </w:pPr>
          </w:p>
        </w:tc>
        <w:tc>
          <w:tcPr>
            <w:tcW w:w="383" w:type="pct"/>
          </w:tcPr>
          <w:p w:rsidR="00831458" w:rsidRPr="00830EF3" w:rsidRDefault="00831458" w:rsidP="002E1E13">
            <w:pPr>
              <w:jc w:val="center"/>
            </w:pPr>
          </w:p>
        </w:tc>
        <w:tc>
          <w:tcPr>
            <w:tcW w:w="383" w:type="pct"/>
          </w:tcPr>
          <w:p w:rsidR="00831458" w:rsidRPr="00830EF3" w:rsidRDefault="00831458" w:rsidP="002E1E13">
            <w:pPr>
              <w:jc w:val="center"/>
            </w:pPr>
          </w:p>
        </w:tc>
        <w:tc>
          <w:tcPr>
            <w:tcW w:w="383" w:type="pct"/>
          </w:tcPr>
          <w:p w:rsidR="00831458" w:rsidRPr="00830EF3" w:rsidRDefault="00831458" w:rsidP="002E1E13">
            <w:pPr>
              <w:jc w:val="center"/>
            </w:pPr>
          </w:p>
        </w:tc>
        <w:tc>
          <w:tcPr>
            <w:tcW w:w="383" w:type="pct"/>
          </w:tcPr>
          <w:p w:rsidR="00831458" w:rsidRPr="00830EF3" w:rsidRDefault="00831458" w:rsidP="002E1E13">
            <w:pPr>
              <w:jc w:val="center"/>
            </w:pPr>
          </w:p>
        </w:tc>
        <w:tc>
          <w:tcPr>
            <w:tcW w:w="383" w:type="pct"/>
          </w:tcPr>
          <w:p w:rsidR="00831458" w:rsidRPr="00830EF3" w:rsidRDefault="00831458" w:rsidP="002E1E13">
            <w:pPr>
              <w:jc w:val="center"/>
            </w:pPr>
          </w:p>
        </w:tc>
        <w:tc>
          <w:tcPr>
            <w:tcW w:w="383" w:type="pct"/>
          </w:tcPr>
          <w:p w:rsidR="00831458" w:rsidRPr="00830EF3" w:rsidRDefault="00831458" w:rsidP="002E1E13">
            <w:pPr>
              <w:jc w:val="center"/>
            </w:pPr>
          </w:p>
        </w:tc>
        <w:tc>
          <w:tcPr>
            <w:tcW w:w="383" w:type="pct"/>
          </w:tcPr>
          <w:p w:rsidR="00831458" w:rsidRPr="00830EF3" w:rsidRDefault="00831458" w:rsidP="002E1E13">
            <w:pPr>
              <w:jc w:val="center"/>
            </w:pPr>
          </w:p>
        </w:tc>
        <w:tc>
          <w:tcPr>
            <w:tcW w:w="383" w:type="pct"/>
          </w:tcPr>
          <w:p w:rsidR="00831458" w:rsidRPr="00830EF3" w:rsidRDefault="00831458" w:rsidP="002E1E13">
            <w:pPr>
              <w:jc w:val="center"/>
            </w:pPr>
          </w:p>
        </w:tc>
        <w:tc>
          <w:tcPr>
            <w:tcW w:w="519" w:type="pct"/>
          </w:tcPr>
          <w:p w:rsidR="00831458" w:rsidRPr="00830EF3" w:rsidRDefault="00831458" w:rsidP="002E1E13">
            <w:pPr>
              <w:jc w:val="center"/>
            </w:pPr>
          </w:p>
        </w:tc>
        <w:tc>
          <w:tcPr>
            <w:tcW w:w="519" w:type="pct"/>
          </w:tcPr>
          <w:p w:rsidR="00831458" w:rsidRPr="00830EF3" w:rsidRDefault="00831458" w:rsidP="002E1E13">
            <w:pPr>
              <w:jc w:val="center"/>
            </w:pPr>
          </w:p>
        </w:tc>
        <w:tc>
          <w:tcPr>
            <w:tcW w:w="519" w:type="pct"/>
          </w:tcPr>
          <w:p w:rsidR="00831458" w:rsidRPr="00830EF3" w:rsidRDefault="00831458" w:rsidP="002E1E13">
            <w:pPr>
              <w:jc w:val="center"/>
            </w:pPr>
          </w:p>
        </w:tc>
      </w:tr>
    </w:tbl>
    <w:p w:rsidR="00831458" w:rsidRDefault="00831458" w:rsidP="004B07D8"/>
    <w:p w:rsidR="00831458" w:rsidRPr="006A1F59" w:rsidRDefault="00831458" w:rsidP="0083754A">
      <w:pPr>
        <w:jc w:val="both"/>
        <w:rPr>
          <w:b/>
          <w:bCs/>
          <w:sz w:val="28"/>
          <w:szCs w:val="28"/>
        </w:rPr>
      </w:pPr>
      <w:r w:rsidRPr="006A1F59">
        <w:rPr>
          <w:b/>
          <w:bCs/>
          <w:i/>
          <w:iCs/>
          <w:sz w:val="28"/>
          <w:szCs w:val="28"/>
        </w:rPr>
        <w:t>Задание 3.</w:t>
      </w:r>
      <w:r w:rsidRPr="006A1F59">
        <w:rPr>
          <w:b/>
          <w:bCs/>
          <w:sz w:val="28"/>
          <w:szCs w:val="28"/>
        </w:rPr>
        <w:t xml:space="preserve"> Соотнесите элементы правого и левого столбцов таблицы. В перечне справа есть лишняя характеристика. По 4 балла за каждое полностью правильно выполненное задание. Если 1 ошибка, то – 2 балла за задание. Максимальный балл – 8.</w:t>
      </w:r>
    </w:p>
    <w:p w:rsidR="00831458" w:rsidRPr="0083754A" w:rsidRDefault="00831458" w:rsidP="0083754A">
      <w:r w:rsidRPr="0083754A">
        <w:t xml:space="preserve">А)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831458" w:rsidRPr="0083754A">
        <w:tc>
          <w:tcPr>
            <w:tcW w:w="4785" w:type="dxa"/>
          </w:tcPr>
          <w:p w:rsidR="00831458" w:rsidRPr="0083754A" w:rsidRDefault="00831458" w:rsidP="0083754A">
            <w:r w:rsidRPr="0083754A">
              <w:t>1. Ясский договор</w:t>
            </w:r>
          </w:p>
        </w:tc>
        <w:tc>
          <w:tcPr>
            <w:tcW w:w="4786" w:type="dxa"/>
          </w:tcPr>
          <w:p w:rsidR="00831458" w:rsidRPr="0083754A" w:rsidRDefault="00831458" w:rsidP="0083754A">
            <w:r w:rsidRPr="0083754A">
              <w:t>А. Ликвидация Черноморского военного флота</w:t>
            </w:r>
          </w:p>
        </w:tc>
      </w:tr>
      <w:tr w:rsidR="00831458" w:rsidRPr="0083754A">
        <w:tc>
          <w:tcPr>
            <w:tcW w:w="4785" w:type="dxa"/>
          </w:tcPr>
          <w:p w:rsidR="00831458" w:rsidRPr="0083754A" w:rsidRDefault="00831458" w:rsidP="0083754A">
            <w:r w:rsidRPr="0083754A">
              <w:t>2. Адрианопольский договор</w:t>
            </w:r>
          </w:p>
        </w:tc>
        <w:tc>
          <w:tcPr>
            <w:tcW w:w="4786" w:type="dxa"/>
          </w:tcPr>
          <w:p w:rsidR="00831458" w:rsidRPr="0083754A" w:rsidRDefault="00831458" w:rsidP="0083754A">
            <w:r w:rsidRPr="0083754A">
              <w:t>Б. Разграничение по р. Прут и Килийскому руслу</w:t>
            </w:r>
          </w:p>
        </w:tc>
      </w:tr>
      <w:tr w:rsidR="00831458" w:rsidRPr="0083754A">
        <w:tc>
          <w:tcPr>
            <w:tcW w:w="4785" w:type="dxa"/>
          </w:tcPr>
          <w:p w:rsidR="00831458" w:rsidRPr="0083754A" w:rsidRDefault="00831458" w:rsidP="0083754A">
            <w:r w:rsidRPr="0083754A">
              <w:t>3. Ункяр-Искелесийский договор</w:t>
            </w:r>
          </w:p>
        </w:tc>
        <w:tc>
          <w:tcPr>
            <w:tcW w:w="4786" w:type="dxa"/>
          </w:tcPr>
          <w:p w:rsidR="00831458" w:rsidRPr="0083754A" w:rsidRDefault="00831458" w:rsidP="0083754A">
            <w:r w:rsidRPr="0083754A">
              <w:t xml:space="preserve">В. Автономия для Сербии и Дунайских княжеств </w:t>
            </w:r>
          </w:p>
        </w:tc>
      </w:tr>
      <w:tr w:rsidR="00831458" w:rsidRPr="0083754A">
        <w:tc>
          <w:tcPr>
            <w:tcW w:w="4785" w:type="dxa"/>
          </w:tcPr>
          <w:p w:rsidR="00831458" w:rsidRPr="0083754A" w:rsidRDefault="00831458" w:rsidP="0083754A">
            <w:r w:rsidRPr="0083754A">
              <w:t>4. Парижский трактат</w:t>
            </w:r>
          </w:p>
        </w:tc>
        <w:tc>
          <w:tcPr>
            <w:tcW w:w="4786" w:type="dxa"/>
          </w:tcPr>
          <w:p w:rsidR="00831458" w:rsidRPr="0083754A" w:rsidRDefault="00831458" w:rsidP="0083754A">
            <w:r w:rsidRPr="0083754A">
              <w:t>Г. Признание Крыма частью России</w:t>
            </w:r>
          </w:p>
        </w:tc>
      </w:tr>
      <w:tr w:rsidR="00831458" w:rsidRPr="0083754A">
        <w:tc>
          <w:tcPr>
            <w:tcW w:w="4785" w:type="dxa"/>
          </w:tcPr>
          <w:p w:rsidR="00831458" w:rsidRPr="0083754A" w:rsidRDefault="00831458" w:rsidP="0083754A"/>
        </w:tc>
        <w:tc>
          <w:tcPr>
            <w:tcW w:w="4786" w:type="dxa"/>
          </w:tcPr>
          <w:p w:rsidR="00831458" w:rsidRPr="0083754A" w:rsidRDefault="00831458" w:rsidP="0083754A">
            <w:r w:rsidRPr="0083754A">
              <w:t>Д. Военный союз России и Турции</w:t>
            </w:r>
          </w:p>
        </w:tc>
      </w:tr>
    </w:tbl>
    <w:p w:rsidR="00831458" w:rsidRPr="00A969B9" w:rsidRDefault="00831458" w:rsidP="0083754A">
      <w:r>
        <w:t>1-…, 2- …, 3- …, 4- …</w:t>
      </w:r>
    </w:p>
    <w:p w:rsidR="00831458" w:rsidRPr="0083754A" w:rsidRDefault="00831458" w:rsidP="0083754A">
      <w:r w:rsidRPr="0083754A">
        <w:t xml:space="preserve">Б)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831458" w:rsidRPr="0083754A">
        <w:tc>
          <w:tcPr>
            <w:tcW w:w="4785" w:type="dxa"/>
          </w:tcPr>
          <w:p w:rsidR="00831458" w:rsidRPr="0083754A" w:rsidRDefault="00831458" w:rsidP="0083754A">
            <w:r w:rsidRPr="0083754A">
              <w:t>1. Московское барокко</w:t>
            </w:r>
          </w:p>
        </w:tc>
        <w:tc>
          <w:tcPr>
            <w:tcW w:w="4786" w:type="dxa"/>
          </w:tcPr>
          <w:p w:rsidR="00831458" w:rsidRPr="0083754A" w:rsidRDefault="00831458" w:rsidP="0083754A">
            <w:r w:rsidRPr="0083754A">
              <w:t>А. Таврический дворец</w:t>
            </w:r>
          </w:p>
        </w:tc>
      </w:tr>
      <w:tr w:rsidR="00831458" w:rsidRPr="0083754A">
        <w:tc>
          <w:tcPr>
            <w:tcW w:w="4785" w:type="dxa"/>
          </w:tcPr>
          <w:p w:rsidR="00831458" w:rsidRPr="0083754A" w:rsidRDefault="00831458" w:rsidP="0083754A">
            <w:r w:rsidRPr="0083754A">
              <w:t>2. Классицизм</w:t>
            </w:r>
          </w:p>
        </w:tc>
        <w:tc>
          <w:tcPr>
            <w:tcW w:w="4786" w:type="dxa"/>
          </w:tcPr>
          <w:p w:rsidR="00831458" w:rsidRPr="0083754A" w:rsidRDefault="00831458" w:rsidP="0083754A">
            <w:r w:rsidRPr="0083754A">
              <w:t>Б. «Бедная Лиза»</w:t>
            </w:r>
          </w:p>
        </w:tc>
      </w:tr>
      <w:tr w:rsidR="00831458" w:rsidRPr="0083754A">
        <w:tc>
          <w:tcPr>
            <w:tcW w:w="4785" w:type="dxa"/>
          </w:tcPr>
          <w:p w:rsidR="00831458" w:rsidRPr="0083754A" w:rsidRDefault="00831458" w:rsidP="0083754A">
            <w:r w:rsidRPr="0083754A">
              <w:t>3. Сентиментализм</w:t>
            </w:r>
          </w:p>
        </w:tc>
        <w:tc>
          <w:tcPr>
            <w:tcW w:w="4786" w:type="dxa"/>
          </w:tcPr>
          <w:p w:rsidR="00831458" w:rsidRPr="0083754A" w:rsidRDefault="00831458" w:rsidP="0083754A">
            <w:r w:rsidRPr="0083754A">
              <w:t>В. Церковь Покрова в Филях</w:t>
            </w:r>
          </w:p>
        </w:tc>
      </w:tr>
      <w:tr w:rsidR="00831458" w:rsidRPr="0083754A">
        <w:tc>
          <w:tcPr>
            <w:tcW w:w="4785" w:type="dxa"/>
          </w:tcPr>
          <w:p w:rsidR="00831458" w:rsidRPr="0083754A" w:rsidRDefault="00831458" w:rsidP="0083754A">
            <w:r w:rsidRPr="0083754A">
              <w:t>4. Реализм</w:t>
            </w:r>
          </w:p>
        </w:tc>
        <w:tc>
          <w:tcPr>
            <w:tcW w:w="4786" w:type="dxa"/>
          </w:tcPr>
          <w:p w:rsidR="00831458" w:rsidRPr="0083754A" w:rsidRDefault="00831458" w:rsidP="0083754A">
            <w:r w:rsidRPr="0083754A">
              <w:t>Г. «Записки охотника»</w:t>
            </w:r>
          </w:p>
        </w:tc>
      </w:tr>
      <w:tr w:rsidR="00831458" w:rsidRPr="0083754A">
        <w:tc>
          <w:tcPr>
            <w:tcW w:w="4785" w:type="dxa"/>
          </w:tcPr>
          <w:p w:rsidR="00831458" w:rsidRPr="0083754A" w:rsidRDefault="00831458" w:rsidP="0083754A"/>
        </w:tc>
        <w:tc>
          <w:tcPr>
            <w:tcW w:w="4786" w:type="dxa"/>
          </w:tcPr>
          <w:p w:rsidR="00831458" w:rsidRPr="0083754A" w:rsidRDefault="00831458" w:rsidP="0083754A">
            <w:r>
              <w:t>Д. Храм Христа Спасителя</w:t>
            </w:r>
          </w:p>
        </w:tc>
      </w:tr>
    </w:tbl>
    <w:p w:rsidR="00831458" w:rsidRPr="00A969B9" w:rsidRDefault="00831458" w:rsidP="00A969B9">
      <w:r>
        <w:t>1-…, 2- …, 3- …, 4- …</w:t>
      </w:r>
    </w:p>
    <w:p w:rsidR="00831458" w:rsidRDefault="00831458" w:rsidP="004B07D8"/>
    <w:p w:rsidR="00831458" w:rsidRPr="006A1F59" w:rsidRDefault="00831458" w:rsidP="00BE76F0">
      <w:pPr>
        <w:rPr>
          <w:b/>
          <w:bCs/>
          <w:sz w:val="28"/>
          <w:szCs w:val="28"/>
        </w:rPr>
      </w:pPr>
      <w:r w:rsidRPr="006A1F59">
        <w:rPr>
          <w:b/>
          <w:bCs/>
          <w:i/>
          <w:iCs/>
          <w:sz w:val="28"/>
          <w:szCs w:val="28"/>
        </w:rPr>
        <w:t>Задание 4.</w:t>
      </w:r>
      <w:r w:rsidRPr="006A1F59">
        <w:rPr>
          <w:b/>
          <w:bCs/>
          <w:sz w:val="28"/>
          <w:szCs w:val="28"/>
        </w:rPr>
        <w:t xml:space="preserve"> </w:t>
      </w:r>
      <w:r w:rsidRPr="006A1F59">
        <w:rPr>
          <w:b/>
          <w:bCs/>
          <w:sz w:val="28"/>
          <w:szCs w:val="28"/>
          <w:lang w:val="tt-RU"/>
        </w:rPr>
        <w:t xml:space="preserve">Установите соответсвие между </w:t>
      </w:r>
      <w:r w:rsidRPr="006A1F59">
        <w:rPr>
          <w:b/>
          <w:bCs/>
          <w:sz w:val="28"/>
          <w:szCs w:val="28"/>
        </w:rPr>
        <w:t xml:space="preserve">сферами деятельности и именами представителей культуры России </w:t>
      </w:r>
      <w:r w:rsidRPr="006A1F59">
        <w:rPr>
          <w:b/>
          <w:bCs/>
          <w:sz w:val="28"/>
          <w:szCs w:val="28"/>
          <w:lang w:val="en-US"/>
        </w:rPr>
        <w:t>XIX</w:t>
      </w:r>
      <w:r w:rsidRPr="006A1F59">
        <w:rPr>
          <w:b/>
          <w:bCs/>
          <w:sz w:val="28"/>
          <w:szCs w:val="28"/>
        </w:rPr>
        <w:t xml:space="preserve">  столетия, выбрав их из предлагаемого списка. Ответ занесите в таблицу цифрами. </w:t>
      </w:r>
      <w:r w:rsidRPr="006A1F59">
        <w:rPr>
          <w:b/>
          <w:bCs/>
          <w:i/>
          <w:iCs/>
          <w:sz w:val="28"/>
          <w:szCs w:val="28"/>
          <w:u w:val="single"/>
        </w:rPr>
        <w:t>Внимание! Имен больше, чем сфер деятельности.</w:t>
      </w:r>
      <w:r w:rsidRPr="006A1F59">
        <w:rPr>
          <w:b/>
          <w:bCs/>
          <w:sz w:val="28"/>
          <w:szCs w:val="28"/>
        </w:rPr>
        <w:t>(по 1 баллу за каждый правильный ответ, максимальный балл - 8)</w:t>
      </w:r>
    </w:p>
    <w:p w:rsidR="00831458" w:rsidRPr="006A1F59" w:rsidRDefault="00831458" w:rsidP="00BE76F0">
      <w:pPr>
        <w:rPr>
          <w:b/>
          <w:bCs/>
          <w:i/>
          <w:iCs/>
          <w:sz w:val="28"/>
          <w:szCs w:val="28"/>
        </w:rPr>
      </w:pPr>
      <w:r w:rsidRPr="006A1F59">
        <w:rPr>
          <w:b/>
          <w:bCs/>
          <w:i/>
          <w:iCs/>
          <w:sz w:val="28"/>
          <w:szCs w:val="28"/>
          <w:lang w:val="tt-RU"/>
        </w:rPr>
        <w:t xml:space="preserve">1. </w:t>
      </w:r>
      <w:r w:rsidRPr="006A1F59">
        <w:rPr>
          <w:b/>
          <w:bCs/>
          <w:i/>
          <w:iCs/>
          <w:sz w:val="28"/>
          <w:szCs w:val="28"/>
        </w:rPr>
        <w:t>М.В.Ломоносов, 2. В.А Жуковский, 3. Д. И. Фонвизин, 4. К.П.Брюллов, 5. О.Монферран, 6. О.А.Кипренский, 7. К.А.Тон, 8. Э. М. Фальконе, 9. В. И. Баженов, 10. Н.М.Карамзин, 11.О.И.Бове, 12. П.А.Федотов.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77"/>
        <w:gridCol w:w="3462"/>
        <w:gridCol w:w="3482"/>
      </w:tblGrid>
      <w:tr w:rsidR="00831458" w:rsidRPr="00BE76F0">
        <w:tc>
          <w:tcPr>
            <w:tcW w:w="3568" w:type="dxa"/>
          </w:tcPr>
          <w:p w:rsidR="00831458" w:rsidRPr="00BE76F0" w:rsidRDefault="00831458" w:rsidP="00BE76F0">
            <w:pPr>
              <w:rPr>
                <w:b/>
                <w:bCs/>
                <w:i/>
                <w:iCs/>
                <w:lang w:val="tt-RU"/>
              </w:rPr>
            </w:pPr>
            <w:r w:rsidRPr="00BE76F0">
              <w:rPr>
                <w:b/>
                <w:bCs/>
                <w:i/>
                <w:iCs/>
                <w:lang w:val="tt-RU"/>
              </w:rPr>
              <w:t>Литература:</w:t>
            </w:r>
          </w:p>
        </w:tc>
        <w:tc>
          <w:tcPr>
            <w:tcW w:w="3568" w:type="dxa"/>
          </w:tcPr>
          <w:p w:rsidR="00831458" w:rsidRPr="00BE76F0" w:rsidRDefault="00831458" w:rsidP="00BE76F0">
            <w:pPr>
              <w:rPr>
                <w:b/>
                <w:bCs/>
                <w:i/>
                <w:iCs/>
                <w:lang w:val="tt-RU"/>
              </w:rPr>
            </w:pPr>
            <w:r w:rsidRPr="00BE76F0">
              <w:rPr>
                <w:b/>
                <w:bCs/>
                <w:i/>
                <w:iCs/>
                <w:lang w:val="tt-RU"/>
              </w:rPr>
              <w:t>Живопись:</w:t>
            </w:r>
          </w:p>
        </w:tc>
        <w:tc>
          <w:tcPr>
            <w:tcW w:w="3568" w:type="dxa"/>
          </w:tcPr>
          <w:p w:rsidR="00831458" w:rsidRPr="00BE76F0" w:rsidRDefault="00831458" w:rsidP="00BE76F0">
            <w:pPr>
              <w:rPr>
                <w:b/>
                <w:bCs/>
                <w:i/>
                <w:iCs/>
                <w:lang w:val="tt-RU"/>
              </w:rPr>
            </w:pPr>
            <w:r w:rsidRPr="00BE76F0">
              <w:rPr>
                <w:b/>
                <w:bCs/>
                <w:i/>
                <w:iCs/>
                <w:lang w:val="tt-RU"/>
              </w:rPr>
              <w:t>Архитектура:</w:t>
            </w:r>
          </w:p>
        </w:tc>
      </w:tr>
      <w:tr w:rsidR="00831458" w:rsidRPr="00BE76F0">
        <w:tc>
          <w:tcPr>
            <w:tcW w:w="3568" w:type="dxa"/>
          </w:tcPr>
          <w:p w:rsidR="00831458" w:rsidRPr="00BE76F0" w:rsidRDefault="00831458" w:rsidP="00BE76F0">
            <w:pPr>
              <w:rPr>
                <w:b/>
                <w:bCs/>
                <w:i/>
                <w:iCs/>
                <w:lang w:val="tt-RU"/>
              </w:rPr>
            </w:pPr>
          </w:p>
        </w:tc>
        <w:tc>
          <w:tcPr>
            <w:tcW w:w="3568" w:type="dxa"/>
          </w:tcPr>
          <w:p w:rsidR="00831458" w:rsidRPr="00BE76F0" w:rsidRDefault="00831458" w:rsidP="00BE76F0">
            <w:pPr>
              <w:rPr>
                <w:b/>
                <w:bCs/>
                <w:i/>
                <w:iCs/>
                <w:lang w:val="tt-RU"/>
              </w:rPr>
            </w:pPr>
          </w:p>
        </w:tc>
        <w:tc>
          <w:tcPr>
            <w:tcW w:w="3568" w:type="dxa"/>
          </w:tcPr>
          <w:p w:rsidR="00831458" w:rsidRPr="00BE76F0" w:rsidRDefault="00831458" w:rsidP="00BE76F0">
            <w:pPr>
              <w:rPr>
                <w:b/>
                <w:bCs/>
                <w:i/>
                <w:iCs/>
                <w:lang w:val="tt-RU"/>
              </w:rPr>
            </w:pPr>
          </w:p>
        </w:tc>
      </w:tr>
    </w:tbl>
    <w:p w:rsidR="00831458" w:rsidRDefault="00831458" w:rsidP="006675A2"/>
    <w:p w:rsidR="00831458" w:rsidRPr="006A1F59" w:rsidRDefault="00831458" w:rsidP="00375232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A1F59">
        <w:rPr>
          <w:b/>
          <w:bCs/>
          <w:i/>
          <w:iCs/>
          <w:sz w:val="28"/>
          <w:szCs w:val="28"/>
        </w:rPr>
        <w:t xml:space="preserve">Задание № 5. </w:t>
      </w:r>
      <w:r w:rsidRPr="006A1F59">
        <w:rPr>
          <w:b/>
          <w:bCs/>
          <w:sz w:val="28"/>
          <w:szCs w:val="28"/>
        </w:rPr>
        <w:t>Рассмотрите изображения</w:t>
      </w:r>
      <w:r w:rsidRPr="006A1F59">
        <w:rPr>
          <w:b/>
          <w:bCs/>
          <w:i/>
          <w:iCs/>
          <w:sz w:val="28"/>
          <w:szCs w:val="28"/>
        </w:rPr>
        <w:t xml:space="preserve"> </w:t>
      </w:r>
      <w:r w:rsidRPr="006A1F59">
        <w:rPr>
          <w:b/>
          <w:bCs/>
          <w:sz w:val="28"/>
          <w:szCs w:val="28"/>
        </w:rPr>
        <w:t>исторических деятелей,  представленных ниже? Укажите</w:t>
      </w:r>
    </w:p>
    <w:p w:rsidR="00831458" w:rsidRPr="006A1F59" w:rsidRDefault="00831458" w:rsidP="00375232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A1F59">
        <w:rPr>
          <w:b/>
          <w:bCs/>
          <w:sz w:val="28"/>
          <w:szCs w:val="28"/>
        </w:rPr>
        <w:t>1)  фамилии представленных ниже исторических деятелей,</w:t>
      </w:r>
    </w:p>
    <w:p w:rsidR="00831458" w:rsidRPr="006A1F59" w:rsidRDefault="00831458" w:rsidP="00375232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A1F59">
        <w:rPr>
          <w:b/>
          <w:bCs/>
          <w:sz w:val="28"/>
          <w:szCs w:val="28"/>
        </w:rPr>
        <w:t>2) сферу  деятельности представленных ниже исторических деятелей,</w:t>
      </w:r>
    </w:p>
    <w:p w:rsidR="00831458" w:rsidRPr="006A1F59" w:rsidRDefault="00831458" w:rsidP="00375232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A1F59">
        <w:rPr>
          <w:b/>
          <w:bCs/>
          <w:sz w:val="28"/>
          <w:szCs w:val="28"/>
        </w:rPr>
        <w:t>3) примерное время  деятельности  (жизни) исторических деятелей с точностью до четверти века.</w:t>
      </w:r>
    </w:p>
    <w:p w:rsidR="00831458" w:rsidRPr="006A1F59" w:rsidRDefault="00831458" w:rsidP="00375232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A1F59">
        <w:rPr>
          <w:b/>
          <w:bCs/>
          <w:sz w:val="28"/>
          <w:szCs w:val="28"/>
        </w:rPr>
        <w:t>(1 балла за каждый из перечисленных элементов ответа, до 3 баллов за каждый ответ, максимальный балл за все задание – 6).</w:t>
      </w:r>
    </w:p>
    <w:p w:rsidR="00831458" w:rsidRPr="00375232" w:rsidRDefault="00831458" w:rsidP="00375232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4600"/>
        <w:gridCol w:w="576"/>
        <w:gridCol w:w="4629"/>
      </w:tblGrid>
      <w:tr w:rsidR="00831458" w:rsidRPr="00375232">
        <w:tc>
          <w:tcPr>
            <w:tcW w:w="468" w:type="dxa"/>
          </w:tcPr>
          <w:p w:rsidR="00831458" w:rsidRPr="00375232" w:rsidRDefault="00831458" w:rsidP="00375232">
            <w:r w:rsidRPr="00375232">
              <w:t>5.1.</w:t>
            </w:r>
          </w:p>
        </w:tc>
        <w:tc>
          <w:tcPr>
            <w:tcW w:w="4600" w:type="dxa"/>
          </w:tcPr>
          <w:p w:rsidR="00831458" w:rsidRPr="00375232" w:rsidRDefault="00831458" w:rsidP="00375232">
            <w:r w:rsidRPr="004A0868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alt="18951" style="width:153pt;height:189pt;visibility:visible">
                  <v:imagedata r:id="rId5" o:title="" gain="69719f"/>
                </v:shape>
              </w:pict>
            </w:r>
          </w:p>
        </w:tc>
        <w:tc>
          <w:tcPr>
            <w:tcW w:w="440" w:type="dxa"/>
          </w:tcPr>
          <w:p w:rsidR="00831458" w:rsidRPr="00375232" w:rsidRDefault="00831458" w:rsidP="00375232">
            <w:r w:rsidRPr="00375232">
              <w:t>5.2.</w:t>
            </w:r>
          </w:p>
        </w:tc>
        <w:tc>
          <w:tcPr>
            <w:tcW w:w="4629" w:type="dxa"/>
          </w:tcPr>
          <w:p w:rsidR="00831458" w:rsidRPr="00375232" w:rsidRDefault="00831458" w:rsidP="00375232">
            <w:r w:rsidRPr="004A0868">
              <w:rPr>
                <w:noProof/>
              </w:rPr>
              <w:pict>
                <v:shape id="Рисунок 1" o:spid="_x0000_i1026" type="#_x0000_t75" alt="62287879711" style="width:177.75pt;height:177.75pt;visibility:visible">
                  <v:imagedata r:id="rId6" o:title="" gain="79922f"/>
                </v:shape>
              </w:pict>
            </w:r>
          </w:p>
        </w:tc>
      </w:tr>
    </w:tbl>
    <w:p w:rsidR="00831458" w:rsidRPr="00375232" w:rsidRDefault="00831458" w:rsidP="00375232"/>
    <w:p w:rsidR="00831458" w:rsidRPr="00375232" w:rsidRDefault="00831458" w:rsidP="00375232">
      <w:r w:rsidRPr="00375232">
        <w:t xml:space="preserve">5.1. </w:t>
      </w:r>
      <w:r w:rsidRPr="00375232">
        <w:rPr>
          <w:i/>
          <w:iCs/>
        </w:rPr>
        <w:t>Ответ</w:t>
      </w:r>
      <w:r>
        <w:rPr>
          <w:i/>
          <w:iCs/>
        </w:rPr>
        <w:t>: ___________________________________________________________________</w:t>
      </w:r>
      <w:r w:rsidRPr="00375232">
        <w:rPr>
          <w:i/>
          <w:iCs/>
        </w:rPr>
        <w:t xml:space="preserve"> </w:t>
      </w:r>
    </w:p>
    <w:p w:rsidR="00831458" w:rsidRPr="00375232" w:rsidRDefault="00831458" w:rsidP="00375232"/>
    <w:p w:rsidR="00831458" w:rsidRPr="00375232" w:rsidRDefault="00831458" w:rsidP="00375232"/>
    <w:p w:rsidR="00831458" w:rsidRPr="00375232" w:rsidRDefault="00831458" w:rsidP="00375232">
      <w:r w:rsidRPr="00375232">
        <w:t xml:space="preserve">5.2. </w:t>
      </w:r>
      <w:r w:rsidRPr="00375232">
        <w:rPr>
          <w:i/>
          <w:iCs/>
        </w:rPr>
        <w:t>Ответ</w:t>
      </w:r>
      <w:r>
        <w:rPr>
          <w:i/>
          <w:iCs/>
        </w:rPr>
        <w:t>: ___________________________________________________________________</w:t>
      </w:r>
    </w:p>
    <w:p w:rsidR="00831458" w:rsidRDefault="00831458" w:rsidP="004B07D8"/>
    <w:p w:rsidR="00831458" w:rsidRPr="006A1F59" w:rsidRDefault="00831458" w:rsidP="00961818">
      <w:pPr>
        <w:jc w:val="both"/>
        <w:rPr>
          <w:sz w:val="28"/>
          <w:szCs w:val="28"/>
        </w:rPr>
      </w:pPr>
      <w:r w:rsidRPr="006A1F59">
        <w:rPr>
          <w:b/>
          <w:bCs/>
          <w:i/>
          <w:iCs/>
          <w:sz w:val="28"/>
          <w:szCs w:val="28"/>
        </w:rPr>
        <w:t xml:space="preserve">Задание 6. </w:t>
      </w:r>
      <w:r w:rsidRPr="006A1F59">
        <w:rPr>
          <w:b/>
          <w:bCs/>
          <w:sz w:val="28"/>
          <w:szCs w:val="28"/>
        </w:rPr>
        <w:t>Внимательно рассмотрите карту и заполните таблицу. (2 балла за каждый правильно заполненный пропуск, максимальный балл – 16).</w:t>
      </w:r>
    </w:p>
    <w:p w:rsidR="00831458" w:rsidRPr="00961818" w:rsidRDefault="00831458" w:rsidP="00961818">
      <w:pPr>
        <w:jc w:val="both"/>
      </w:pPr>
      <w:r w:rsidRPr="004A0868">
        <w:rPr>
          <w:noProof/>
        </w:rPr>
        <w:pict>
          <v:shape id="Рисунок 3" o:spid="_x0000_i1027" type="#_x0000_t75" style="width:409.5pt;height:246.75pt;visibility:visible">
            <v:imagedata r:id="rId7" o:title="" grayscale="t"/>
          </v:shape>
        </w:pict>
      </w:r>
    </w:p>
    <w:p w:rsidR="00831458" w:rsidRPr="00961818" w:rsidRDefault="00831458" w:rsidP="00961818">
      <w:pPr>
        <w:jc w:val="both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119"/>
        <w:gridCol w:w="4961"/>
      </w:tblGrid>
      <w:tr w:rsidR="00831458" w:rsidRPr="00961818">
        <w:tc>
          <w:tcPr>
            <w:tcW w:w="675" w:type="dxa"/>
          </w:tcPr>
          <w:p w:rsidR="00831458" w:rsidRPr="00961818" w:rsidRDefault="00831458" w:rsidP="00961818">
            <w:pPr>
              <w:jc w:val="both"/>
            </w:pPr>
          </w:p>
        </w:tc>
        <w:tc>
          <w:tcPr>
            <w:tcW w:w="3119" w:type="dxa"/>
          </w:tcPr>
          <w:p w:rsidR="00831458" w:rsidRPr="00961818" w:rsidRDefault="00831458" w:rsidP="00961818">
            <w:pPr>
              <w:jc w:val="both"/>
            </w:pPr>
            <w:r w:rsidRPr="00961818">
              <w:t>Название города</w:t>
            </w:r>
          </w:p>
        </w:tc>
        <w:tc>
          <w:tcPr>
            <w:tcW w:w="4961" w:type="dxa"/>
          </w:tcPr>
          <w:p w:rsidR="00831458" w:rsidRPr="00961818" w:rsidRDefault="00831458" w:rsidP="00961818">
            <w:pPr>
              <w:jc w:val="both"/>
            </w:pPr>
            <w:r w:rsidRPr="00961818">
              <w:t>Год присоединения к московскому княжеству</w:t>
            </w:r>
          </w:p>
        </w:tc>
      </w:tr>
      <w:tr w:rsidR="00831458" w:rsidRPr="00961818">
        <w:trPr>
          <w:trHeight w:val="454"/>
        </w:trPr>
        <w:tc>
          <w:tcPr>
            <w:tcW w:w="675" w:type="dxa"/>
          </w:tcPr>
          <w:p w:rsidR="00831458" w:rsidRPr="00961818" w:rsidRDefault="00831458" w:rsidP="00961818">
            <w:pPr>
              <w:jc w:val="both"/>
            </w:pPr>
            <w:r w:rsidRPr="00961818">
              <w:t>1.</w:t>
            </w:r>
          </w:p>
        </w:tc>
        <w:tc>
          <w:tcPr>
            <w:tcW w:w="3119" w:type="dxa"/>
          </w:tcPr>
          <w:p w:rsidR="00831458" w:rsidRPr="00961818" w:rsidRDefault="00831458" w:rsidP="00961818">
            <w:pPr>
              <w:jc w:val="both"/>
            </w:pPr>
          </w:p>
        </w:tc>
        <w:tc>
          <w:tcPr>
            <w:tcW w:w="4961" w:type="dxa"/>
          </w:tcPr>
          <w:p w:rsidR="00831458" w:rsidRPr="00961818" w:rsidRDefault="00831458" w:rsidP="00961818">
            <w:pPr>
              <w:jc w:val="both"/>
            </w:pPr>
          </w:p>
        </w:tc>
      </w:tr>
      <w:tr w:rsidR="00831458" w:rsidRPr="00961818">
        <w:trPr>
          <w:trHeight w:val="454"/>
        </w:trPr>
        <w:tc>
          <w:tcPr>
            <w:tcW w:w="675" w:type="dxa"/>
          </w:tcPr>
          <w:p w:rsidR="00831458" w:rsidRPr="00961818" w:rsidRDefault="00831458" w:rsidP="00961818">
            <w:pPr>
              <w:jc w:val="both"/>
            </w:pPr>
            <w:r w:rsidRPr="00961818">
              <w:t>2.</w:t>
            </w:r>
          </w:p>
        </w:tc>
        <w:tc>
          <w:tcPr>
            <w:tcW w:w="3119" w:type="dxa"/>
          </w:tcPr>
          <w:p w:rsidR="00831458" w:rsidRPr="00961818" w:rsidRDefault="00831458" w:rsidP="00961818">
            <w:pPr>
              <w:jc w:val="both"/>
            </w:pPr>
          </w:p>
        </w:tc>
        <w:tc>
          <w:tcPr>
            <w:tcW w:w="4961" w:type="dxa"/>
          </w:tcPr>
          <w:p w:rsidR="00831458" w:rsidRPr="00961818" w:rsidRDefault="00831458" w:rsidP="00961818">
            <w:pPr>
              <w:jc w:val="both"/>
            </w:pPr>
          </w:p>
        </w:tc>
      </w:tr>
      <w:tr w:rsidR="00831458" w:rsidRPr="00961818">
        <w:trPr>
          <w:trHeight w:val="454"/>
        </w:trPr>
        <w:tc>
          <w:tcPr>
            <w:tcW w:w="675" w:type="dxa"/>
          </w:tcPr>
          <w:p w:rsidR="00831458" w:rsidRPr="00961818" w:rsidRDefault="00831458" w:rsidP="00961818">
            <w:pPr>
              <w:jc w:val="both"/>
            </w:pPr>
            <w:r w:rsidRPr="00961818">
              <w:t>3.</w:t>
            </w:r>
          </w:p>
        </w:tc>
        <w:tc>
          <w:tcPr>
            <w:tcW w:w="3119" w:type="dxa"/>
          </w:tcPr>
          <w:p w:rsidR="00831458" w:rsidRPr="00961818" w:rsidRDefault="00831458" w:rsidP="00961818">
            <w:pPr>
              <w:jc w:val="both"/>
            </w:pPr>
          </w:p>
        </w:tc>
        <w:tc>
          <w:tcPr>
            <w:tcW w:w="4961" w:type="dxa"/>
          </w:tcPr>
          <w:p w:rsidR="00831458" w:rsidRPr="00961818" w:rsidRDefault="00831458" w:rsidP="00961818">
            <w:pPr>
              <w:jc w:val="both"/>
            </w:pPr>
          </w:p>
        </w:tc>
      </w:tr>
      <w:tr w:rsidR="00831458" w:rsidRPr="00961818">
        <w:trPr>
          <w:trHeight w:val="454"/>
        </w:trPr>
        <w:tc>
          <w:tcPr>
            <w:tcW w:w="675" w:type="dxa"/>
          </w:tcPr>
          <w:p w:rsidR="00831458" w:rsidRPr="00961818" w:rsidRDefault="00831458" w:rsidP="00961818">
            <w:pPr>
              <w:jc w:val="both"/>
            </w:pPr>
            <w:r w:rsidRPr="00961818">
              <w:t>4.</w:t>
            </w:r>
          </w:p>
        </w:tc>
        <w:tc>
          <w:tcPr>
            <w:tcW w:w="3119" w:type="dxa"/>
          </w:tcPr>
          <w:p w:rsidR="00831458" w:rsidRPr="00961818" w:rsidRDefault="00831458" w:rsidP="00961818">
            <w:pPr>
              <w:jc w:val="both"/>
            </w:pPr>
          </w:p>
        </w:tc>
        <w:tc>
          <w:tcPr>
            <w:tcW w:w="4961" w:type="dxa"/>
          </w:tcPr>
          <w:p w:rsidR="00831458" w:rsidRPr="00961818" w:rsidRDefault="00831458" w:rsidP="00961818">
            <w:pPr>
              <w:jc w:val="both"/>
            </w:pPr>
          </w:p>
        </w:tc>
      </w:tr>
    </w:tbl>
    <w:p w:rsidR="00831458" w:rsidRDefault="00831458" w:rsidP="004B07D8"/>
    <w:p w:rsidR="00831458" w:rsidRPr="006A1F59" w:rsidRDefault="00831458" w:rsidP="00D56B9E">
      <w:pPr>
        <w:ind w:firstLine="708"/>
        <w:jc w:val="both"/>
        <w:rPr>
          <w:b/>
          <w:bCs/>
          <w:sz w:val="28"/>
          <w:szCs w:val="28"/>
        </w:rPr>
      </w:pPr>
      <w:r w:rsidRPr="006A1F59">
        <w:rPr>
          <w:b/>
          <w:bCs/>
          <w:sz w:val="28"/>
          <w:szCs w:val="28"/>
        </w:rPr>
        <w:t>Задание 7.</w:t>
      </w:r>
      <w:r w:rsidRPr="006A1F59">
        <w:rPr>
          <w:sz w:val="28"/>
          <w:szCs w:val="28"/>
        </w:rPr>
        <w:t xml:space="preserve"> Соотнесите портреты царей и тексты их указов, ответьте на вопросы. </w:t>
      </w:r>
      <w:r w:rsidRPr="006A1F59">
        <w:rPr>
          <w:b/>
          <w:bCs/>
          <w:sz w:val="28"/>
          <w:szCs w:val="28"/>
        </w:rPr>
        <w:t>(Максимальная оценка – 15 баллов).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705"/>
      </w:tblGrid>
      <w:tr w:rsidR="00831458" w:rsidRPr="00961818">
        <w:tc>
          <w:tcPr>
            <w:tcW w:w="3190" w:type="dxa"/>
          </w:tcPr>
          <w:p w:rsidR="00831458" w:rsidRPr="00961818" w:rsidRDefault="00831458" w:rsidP="00961818">
            <w:pPr>
              <w:rPr>
                <w:b/>
                <w:bCs/>
              </w:rPr>
            </w:pPr>
            <w:r w:rsidRPr="00484E9D">
              <w:rPr>
                <w:b/>
                <w:bCs/>
                <w:noProof/>
              </w:rPr>
              <w:pict>
                <v:shape id="Рисунок 10" o:spid="_x0000_i1028" type="#_x0000_t75" style="width:121.5pt;height:172.5pt;visibility:visible">
                  <v:imagedata r:id="rId8" o:title=""/>
                </v:shape>
              </w:pict>
            </w:r>
          </w:p>
        </w:tc>
        <w:tc>
          <w:tcPr>
            <w:tcW w:w="3190" w:type="dxa"/>
          </w:tcPr>
          <w:p w:rsidR="00831458" w:rsidRPr="00961818" w:rsidRDefault="00831458" w:rsidP="00961818">
            <w:pPr>
              <w:rPr>
                <w:b/>
                <w:bCs/>
              </w:rPr>
            </w:pPr>
            <w:r w:rsidRPr="00484E9D">
              <w:rPr>
                <w:b/>
                <w:bCs/>
                <w:noProof/>
              </w:rPr>
              <w:pict>
                <v:shape id="Рисунок 8" o:spid="_x0000_i1029" type="#_x0000_t75" alt="pavel_I" style="width:147.75pt;height:179.25pt;visibility:visible">
                  <v:imagedata r:id="rId9" o:title=""/>
                </v:shape>
              </w:pict>
            </w:r>
          </w:p>
        </w:tc>
        <w:tc>
          <w:tcPr>
            <w:tcW w:w="3191" w:type="dxa"/>
          </w:tcPr>
          <w:p w:rsidR="00831458" w:rsidRPr="00961818" w:rsidRDefault="00831458" w:rsidP="00961818">
            <w:pPr>
              <w:rPr>
                <w:b/>
                <w:bCs/>
              </w:rPr>
            </w:pPr>
            <w:r w:rsidRPr="00484E9D">
              <w:rPr>
                <w:b/>
                <w:bCs/>
                <w:noProof/>
              </w:rPr>
              <w:pict>
                <v:shape id="Рисунок 7" o:spid="_x0000_i1030" type="#_x0000_t75" alt="Петр 1" style="width:174.75pt;height:173.25pt;visibility:visible">
                  <v:imagedata r:id="rId10" o:title=""/>
                </v:shape>
              </w:pict>
            </w:r>
          </w:p>
        </w:tc>
      </w:tr>
      <w:tr w:rsidR="00831458" w:rsidRPr="00961818">
        <w:tc>
          <w:tcPr>
            <w:tcW w:w="3190" w:type="dxa"/>
          </w:tcPr>
          <w:p w:rsidR="00831458" w:rsidRPr="00961818" w:rsidRDefault="00831458" w:rsidP="00961818">
            <w:pPr>
              <w:jc w:val="center"/>
              <w:rPr>
                <w:b/>
                <w:bCs/>
              </w:rPr>
            </w:pPr>
            <w:r w:rsidRPr="00961818">
              <w:rPr>
                <w:b/>
                <w:bCs/>
              </w:rPr>
              <w:t>1.</w:t>
            </w:r>
          </w:p>
        </w:tc>
        <w:tc>
          <w:tcPr>
            <w:tcW w:w="3190" w:type="dxa"/>
          </w:tcPr>
          <w:p w:rsidR="00831458" w:rsidRPr="00961818" w:rsidRDefault="00831458" w:rsidP="00961818">
            <w:pPr>
              <w:jc w:val="center"/>
              <w:rPr>
                <w:b/>
                <w:bCs/>
              </w:rPr>
            </w:pPr>
            <w:r w:rsidRPr="00961818">
              <w:rPr>
                <w:b/>
                <w:bCs/>
              </w:rPr>
              <w:t>2</w:t>
            </w:r>
          </w:p>
        </w:tc>
        <w:tc>
          <w:tcPr>
            <w:tcW w:w="3191" w:type="dxa"/>
          </w:tcPr>
          <w:p w:rsidR="00831458" w:rsidRPr="00961818" w:rsidRDefault="00831458" w:rsidP="00961818">
            <w:pPr>
              <w:jc w:val="center"/>
              <w:rPr>
                <w:b/>
                <w:bCs/>
              </w:rPr>
            </w:pPr>
            <w:r w:rsidRPr="00961818">
              <w:rPr>
                <w:b/>
                <w:bCs/>
              </w:rPr>
              <w:t>3</w:t>
            </w:r>
          </w:p>
        </w:tc>
      </w:tr>
      <w:tr w:rsidR="00831458" w:rsidRPr="00961818">
        <w:tc>
          <w:tcPr>
            <w:tcW w:w="3190" w:type="dxa"/>
          </w:tcPr>
          <w:p w:rsidR="00831458" w:rsidRPr="00961818" w:rsidRDefault="00831458" w:rsidP="00961818">
            <w:pPr>
              <w:jc w:val="center"/>
              <w:rPr>
                <w:b/>
                <w:bCs/>
              </w:rPr>
            </w:pPr>
            <w:r w:rsidRPr="00484E9D">
              <w:rPr>
                <w:b/>
                <w:bCs/>
                <w:noProof/>
              </w:rPr>
              <w:pict>
                <v:shape id="Рисунок 6" o:spid="_x0000_i1031" type="#_x0000_t75" alt="Nikola_II" style="width:123pt;height:171pt;visibility:visible">
                  <v:imagedata r:id="rId11" o:title=""/>
                </v:shape>
              </w:pict>
            </w:r>
          </w:p>
        </w:tc>
        <w:tc>
          <w:tcPr>
            <w:tcW w:w="3190" w:type="dxa"/>
          </w:tcPr>
          <w:p w:rsidR="00831458" w:rsidRPr="00961818" w:rsidRDefault="00831458" w:rsidP="00961818">
            <w:pPr>
              <w:jc w:val="center"/>
              <w:rPr>
                <w:b/>
                <w:bCs/>
              </w:rPr>
            </w:pPr>
            <w:r w:rsidRPr="00484E9D">
              <w:rPr>
                <w:b/>
                <w:bCs/>
                <w:noProof/>
              </w:rPr>
              <w:pict>
                <v:shape id="Рисунок 5" o:spid="_x0000_i1032" type="#_x0000_t75" alt="АлександрIII" style="width:128.25pt;height:168pt;visibility:visible">
                  <v:imagedata r:id="rId12" o:title="" gain="234057f"/>
                </v:shape>
              </w:pict>
            </w:r>
          </w:p>
        </w:tc>
        <w:tc>
          <w:tcPr>
            <w:tcW w:w="3191" w:type="dxa"/>
          </w:tcPr>
          <w:p w:rsidR="00831458" w:rsidRPr="00961818" w:rsidRDefault="00831458" w:rsidP="00961818">
            <w:pPr>
              <w:jc w:val="center"/>
              <w:rPr>
                <w:b/>
                <w:bCs/>
              </w:rPr>
            </w:pPr>
            <w:r w:rsidRPr="00484E9D">
              <w:rPr>
                <w:b/>
                <w:bCs/>
                <w:noProof/>
              </w:rPr>
              <w:pict>
                <v:shape id="Рисунок 4" o:spid="_x0000_i1033" type="#_x0000_t75" alt="Nicholas_I_Russia-v2-p240" style="width:112.5pt;height:169.5pt;visibility:visible">
                  <v:imagedata r:id="rId13" o:title=""/>
                </v:shape>
              </w:pict>
            </w:r>
          </w:p>
        </w:tc>
      </w:tr>
      <w:tr w:rsidR="00831458" w:rsidRPr="00961818">
        <w:tc>
          <w:tcPr>
            <w:tcW w:w="3190" w:type="dxa"/>
          </w:tcPr>
          <w:p w:rsidR="00831458" w:rsidRPr="00961818" w:rsidRDefault="00831458" w:rsidP="00961818">
            <w:pPr>
              <w:jc w:val="center"/>
              <w:rPr>
                <w:b/>
                <w:bCs/>
              </w:rPr>
            </w:pPr>
            <w:r w:rsidRPr="00961818">
              <w:rPr>
                <w:b/>
                <w:bCs/>
              </w:rPr>
              <w:t>4</w:t>
            </w:r>
          </w:p>
        </w:tc>
        <w:tc>
          <w:tcPr>
            <w:tcW w:w="3190" w:type="dxa"/>
          </w:tcPr>
          <w:p w:rsidR="00831458" w:rsidRPr="00961818" w:rsidRDefault="00831458" w:rsidP="00961818">
            <w:pPr>
              <w:jc w:val="center"/>
              <w:rPr>
                <w:b/>
                <w:bCs/>
              </w:rPr>
            </w:pPr>
            <w:r w:rsidRPr="00961818">
              <w:rPr>
                <w:b/>
                <w:bCs/>
              </w:rPr>
              <w:t>5</w:t>
            </w:r>
          </w:p>
        </w:tc>
        <w:tc>
          <w:tcPr>
            <w:tcW w:w="3191" w:type="dxa"/>
          </w:tcPr>
          <w:p w:rsidR="00831458" w:rsidRPr="00961818" w:rsidRDefault="00831458" w:rsidP="00961818">
            <w:pPr>
              <w:jc w:val="center"/>
              <w:rPr>
                <w:b/>
                <w:bCs/>
              </w:rPr>
            </w:pPr>
            <w:r w:rsidRPr="00961818">
              <w:rPr>
                <w:b/>
                <w:bCs/>
              </w:rPr>
              <w:t>6</w:t>
            </w:r>
          </w:p>
        </w:tc>
      </w:tr>
    </w:tbl>
    <w:p w:rsidR="00831458" w:rsidRPr="00961818" w:rsidRDefault="00831458" w:rsidP="00961818">
      <w:pPr>
        <w:rPr>
          <w:b/>
          <w:bCs/>
        </w:rPr>
      </w:pPr>
    </w:p>
    <w:p w:rsidR="00831458" w:rsidRPr="006A1F59" w:rsidRDefault="00831458" w:rsidP="00961818">
      <w:pPr>
        <w:jc w:val="both"/>
        <w:rPr>
          <w:sz w:val="28"/>
          <w:szCs w:val="28"/>
        </w:rPr>
      </w:pPr>
      <w:r w:rsidRPr="006A1F59">
        <w:rPr>
          <w:b/>
          <w:bCs/>
          <w:sz w:val="28"/>
          <w:szCs w:val="28"/>
        </w:rPr>
        <w:t>А.</w:t>
      </w:r>
      <w:r w:rsidRPr="006A1F59">
        <w:rPr>
          <w:sz w:val="28"/>
          <w:szCs w:val="28"/>
        </w:rPr>
        <w:t xml:space="preserve"> «Генерал прокурор повинен сидеть в Сенате и смотреть накрепко, дабы Сенат свою должность хранил и во всех делах, которые к сенатскому рассмотрению и решению подлежат, истинно, ревностно и порядочно, без потеряния времени, по регламентам и указам отправлял, разве какая законная притчина ко отправлению ему помешает, что все записывать повинен в свой юрнал».</w:t>
      </w:r>
    </w:p>
    <w:p w:rsidR="00831458" w:rsidRPr="006A1F59" w:rsidRDefault="00831458" w:rsidP="00961818">
      <w:pPr>
        <w:jc w:val="both"/>
        <w:rPr>
          <w:b/>
          <w:bCs/>
          <w:sz w:val="28"/>
          <w:szCs w:val="28"/>
        </w:rPr>
      </w:pPr>
    </w:p>
    <w:p w:rsidR="00831458" w:rsidRPr="006A1F59" w:rsidRDefault="00831458" w:rsidP="00961818">
      <w:pPr>
        <w:jc w:val="both"/>
        <w:rPr>
          <w:sz w:val="28"/>
          <w:szCs w:val="28"/>
        </w:rPr>
      </w:pPr>
      <w:r w:rsidRPr="006A1F59">
        <w:rPr>
          <w:b/>
          <w:bCs/>
          <w:sz w:val="28"/>
          <w:szCs w:val="28"/>
        </w:rPr>
        <w:t>Б.</w:t>
      </w:r>
      <w:r w:rsidRPr="006A1F59">
        <w:rPr>
          <w:sz w:val="28"/>
          <w:szCs w:val="28"/>
        </w:rPr>
        <w:t xml:space="preserve"> «И ныне всемилосердным великого государя его царского величества на всенародное слезное челобитье воззрением, чтоб Московского государства и порубежных городов Великие Росии торговые люди имели свободные торги, как годитца быти, чего и во всех государствах окрестных в первых государственных делах свободные и прибыльные торги для збору пошлин и для всенародных пожитков мирских со всяким бережением остерегают и в полности держат, по нижеписанным торговым статьям ис Посольского приказу приезжим иноземцом для ведомостей заморских, чтоб к торговле в порубежные городы приезд их с товары был ведом, на письме дано».</w:t>
      </w:r>
    </w:p>
    <w:p w:rsidR="00831458" w:rsidRPr="006A1F59" w:rsidRDefault="00831458" w:rsidP="00961818">
      <w:pPr>
        <w:jc w:val="both"/>
        <w:rPr>
          <w:sz w:val="28"/>
          <w:szCs w:val="28"/>
        </w:rPr>
      </w:pPr>
    </w:p>
    <w:p w:rsidR="00831458" w:rsidRPr="006A1F59" w:rsidRDefault="00831458" w:rsidP="00961818">
      <w:pPr>
        <w:jc w:val="both"/>
        <w:rPr>
          <w:sz w:val="28"/>
          <w:szCs w:val="28"/>
        </w:rPr>
      </w:pPr>
      <w:r w:rsidRPr="006A1F59">
        <w:rPr>
          <w:b/>
          <w:bCs/>
          <w:sz w:val="28"/>
          <w:szCs w:val="28"/>
        </w:rPr>
        <w:t>В.</w:t>
      </w:r>
      <w:r w:rsidRPr="006A1F59">
        <w:rPr>
          <w:sz w:val="28"/>
          <w:szCs w:val="28"/>
        </w:rPr>
        <w:t xml:space="preserve"> «Установить как незыблемое правило, чтобы никакой закон не мог восприять силу без одобрения Государственной Думы и чтобы выбранным от народа обеспечена была возможность действительного участия в надзоре за закономерностью действий поставленных от нас властей».</w:t>
      </w:r>
    </w:p>
    <w:p w:rsidR="00831458" w:rsidRPr="006A1F59" w:rsidRDefault="00831458" w:rsidP="00961818">
      <w:pPr>
        <w:jc w:val="both"/>
        <w:rPr>
          <w:sz w:val="28"/>
          <w:szCs w:val="28"/>
        </w:rPr>
      </w:pPr>
    </w:p>
    <w:p w:rsidR="00831458" w:rsidRPr="006A1F59" w:rsidRDefault="00831458" w:rsidP="00961818">
      <w:pPr>
        <w:jc w:val="both"/>
        <w:rPr>
          <w:sz w:val="28"/>
          <w:szCs w:val="28"/>
        </w:rPr>
      </w:pPr>
      <w:r w:rsidRPr="006A1F59">
        <w:rPr>
          <w:b/>
          <w:bCs/>
          <w:sz w:val="28"/>
          <w:szCs w:val="28"/>
        </w:rPr>
        <w:t>Г.</w:t>
      </w:r>
      <w:r w:rsidRPr="006A1F59">
        <w:rPr>
          <w:sz w:val="28"/>
          <w:szCs w:val="28"/>
        </w:rPr>
        <w:t xml:space="preserve"> «Повелевая всем и каждому наблюдать, дабы никто и ни под каким видом не дерзал в воскресные дни принуждать крестьян к работам, тем более что для сельских издельев остающиеся в неделе шесть дней по равному числу оных в обще разделяемыя, как для крестьян собственно, так и для работ их в пользу помещиков следующих, при добром распоряжении достаточны будут на удовлетворение всяким хозяйственным надобностям».</w:t>
      </w:r>
    </w:p>
    <w:p w:rsidR="00831458" w:rsidRPr="006A1F59" w:rsidRDefault="00831458" w:rsidP="00961818">
      <w:pPr>
        <w:jc w:val="both"/>
        <w:rPr>
          <w:sz w:val="28"/>
          <w:szCs w:val="28"/>
        </w:rPr>
      </w:pPr>
    </w:p>
    <w:p w:rsidR="00831458" w:rsidRPr="006A1F59" w:rsidRDefault="00831458" w:rsidP="00961818">
      <w:pPr>
        <w:jc w:val="both"/>
        <w:rPr>
          <w:sz w:val="28"/>
          <w:szCs w:val="28"/>
        </w:rPr>
      </w:pPr>
      <w:r w:rsidRPr="006A1F59">
        <w:rPr>
          <w:b/>
          <w:bCs/>
          <w:sz w:val="28"/>
          <w:szCs w:val="28"/>
        </w:rPr>
        <w:t>Д.</w:t>
      </w:r>
      <w:r w:rsidRPr="006A1F59">
        <w:rPr>
          <w:sz w:val="28"/>
          <w:szCs w:val="28"/>
        </w:rPr>
        <w:t xml:space="preserve"> «Низкое и злодейское убийство Русского Государя, посреди верного народа, готового положить за Него жизнь свою, недостойными извергами из народа, — есть дело страшное, позорное, неслыханное в России, и омрачило всю землю нашу скорбию и ужасом.</w:t>
      </w:r>
      <w:r w:rsidRPr="006A1F59">
        <w:rPr>
          <w:sz w:val="28"/>
          <w:szCs w:val="28"/>
        </w:rPr>
        <w:br/>
        <w:t>Но посреди великой Нашей скорби Глас Божий повелевает Нам стать бодро на дело Правления в уповании на Божественный Промысл, с верою в силу и истину Самодержавной Власти, которую Мы призваны утверждать и охранять для блага народного от всяких на нее поползновений».</w:t>
      </w:r>
    </w:p>
    <w:p w:rsidR="00831458" w:rsidRPr="006A1F59" w:rsidRDefault="00831458" w:rsidP="00961818">
      <w:pPr>
        <w:jc w:val="both"/>
        <w:rPr>
          <w:sz w:val="28"/>
          <w:szCs w:val="28"/>
        </w:rPr>
      </w:pPr>
    </w:p>
    <w:p w:rsidR="00831458" w:rsidRPr="006A1F59" w:rsidRDefault="00831458" w:rsidP="00846CCB">
      <w:pPr>
        <w:jc w:val="both"/>
        <w:rPr>
          <w:sz w:val="28"/>
          <w:szCs w:val="28"/>
        </w:rPr>
      </w:pPr>
      <w:r w:rsidRPr="006A1F59">
        <w:rPr>
          <w:b/>
          <w:bCs/>
          <w:sz w:val="28"/>
          <w:szCs w:val="28"/>
        </w:rPr>
        <w:t>Е.</w:t>
      </w:r>
      <w:r w:rsidRPr="006A1F59">
        <w:rPr>
          <w:sz w:val="28"/>
          <w:szCs w:val="28"/>
        </w:rPr>
        <w:t xml:space="preserve"> «Многие из состоящих в званиях камергеров и камер-юнкеров позволяют себе носить усы, кои присвоены только военным, и бороды в виде жидовских. &lt;…&gt; Строжайше воспретить, дабы никто из имеющих придворные звания, не осмелился носить ни усов, и бород».</w:t>
      </w:r>
    </w:p>
    <w:p w:rsidR="00831458" w:rsidRPr="006A1F59" w:rsidRDefault="00831458" w:rsidP="00961818">
      <w:pPr>
        <w:rPr>
          <w:sz w:val="28"/>
          <w:szCs w:val="28"/>
        </w:rPr>
      </w:pPr>
      <w:r w:rsidRPr="006A1F59">
        <w:rPr>
          <w:sz w:val="28"/>
          <w:szCs w:val="28"/>
        </w:rPr>
        <w:t xml:space="preserve">1) Впишите в таблицу буквы (документы), соответствующие портретам царей </w:t>
      </w:r>
      <w:r w:rsidRPr="006A1F59">
        <w:rPr>
          <w:i/>
          <w:iCs/>
          <w:sz w:val="28"/>
          <w:szCs w:val="28"/>
        </w:rPr>
        <w:t>(6 баллов, по 1 баллу за каждый правильный ответ)</w:t>
      </w:r>
      <w:r w:rsidRPr="006A1F59">
        <w:rPr>
          <w:sz w:val="28"/>
          <w:szCs w:val="28"/>
        </w:rPr>
        <w:t>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9"/>
        <w:gridCol w:w="1598"/>
        <w:gridCol w:w="1598"/>
        <w:gridCol w:w="1598"/>
        <w:gridCol w:w="1599"/>
        <w:gridCol w:w="1579"/>
      </w:tblGrid>
      <w:tr w:rsidR="00831458" w:rsidRPr="00961818">
        <w:tc>
          <w:tcPr>
            <w:tcW w:w="1599" w:type="dxa"/>
          </w:tcPr>
          <w:p w:rsidR="00831458" w:rsidRPr="00961818" w:rsidRDefault="00831458" w:rsidP="00961818">
            <w:pPr>
              <w:jc w:val="center"/>
            </w:pPr>
            <w:r w:rsidRPr="00961818">
              <w:t>1</w:t>
            </w:r>
          </w:p>
        </w:tc>
        <w:tc>
          <w:tcPr>
            <w:tcW w:w="1598" w:type="dxa"/>
          </w:tcPr>
          <w:p w:rsidR="00831458" w:rsidRPr="00961818" w:rsidRDefault="00831458" w:rsidP="00961818">
            <w:pPr>
              <w:jc w:val="center"/>
            </w:pPr>
            <w:r w:rsidRPr="00961818">
              <w:t>2</w:t>
            </w:r>
          </w:p>
        </w:tc>
        <w:tc>
          <w:tcPr>
            <w:tcW w:w="1598" w:type="dxa"/>
          </w:tcPr>
          <w:p w:rsidR="00831458" w:rsidRPr="00961818" w:rsidRDefault="00831458" w:rsidP="00961818">
            <w:pPr>
              <w:jc w:val="center"/>
            </w:pPr>
            <w:r w:rsidRPr="00961818">
              <w:t>3</w:t>
            </w:r>
          </w:p>
        </w:tc>
        <w:tc>
          <w:tcPr>
            <w:tcW w:w="1598" w:type="dxa"/>
          </w:tcPr>
          <w:p w:rsidR="00831458" w:rsidRPr="00961818" w:rsidRDefault="00831458" w:rsidP="00961818">
            <w:pPr>
              <w:jc w:val="center"/>
            </w:pPr>
            <w:r w:rsidRPr="00961818">
              <w:t>4</w:t>
            </w:r>
          </w:p>
        </w:tc>
        <w:tc>
          <w:tcPr>
            <w:tcW w:w="1599" w:type="dxa"/>
          </w:tcPr>
          <w:p w:rsidR="00831458" w:rsidRPr="00961818" w:rsidRDefault="00831458" w:rsidP="00961818">
            <w:pPr>
              <w:jc w:val="center"/>
            </w:pPr>
            <w:r w:rsidRPr="00961818">
              <w:t>5</w:t>
            </w:r>
          </w:p>
        </w:tc>
        <w:tc>
          <w:tcPr>
            <w:tcW w:w="1579" w:type="dxa"/>
          </w:tcPr>
          <w:p w:rsidR="00831458" w:rsidRPr="00961818" w:rsidRDefault="00831458" w:rsidP="00961818">
            <w:pPr>
              <w:jc w:val="center"/>
            </w:pPr>
            <w:r w:rsidRPr="00961818">
              <w:t>6</w:t>
            </w:r>
          </w:p>
        </w:tc>
      </w:tr>
      <w:tr w:rsidR="00831458" w:rsidRPr="00961818">
        <w:tc>
          <w:tcPr>
            <w:tcW w:w="1599" w:type="dxa"/>
          </w:tcPr>
          <w:p w:rsidR="00831458" w:rsidRPr="00961818" w:rsidRDefault="00831458" w:rsidP="00961818">
            <w:pPr>
              <w:jc w:val="center"/>
            </w:pPr>
          </w:p>
        </w:tc>
        <w:tc>
          <w:tcPr>
            <w:tcW w:w="1598" w:type="dxa"/>
          </w:tcPr>
          <w:p w:rsidR="00831458" w:rsidRPr="00961818" w:rsidRDefault="00831458" w:rsidP="00961818">
            <w:pPr>
              <w:jc w:val="center"/>
            </w:pPr>
          </w:p>
        </w:tc>
        <w:tc>
          <w:tcPr>
            <w:tcW w:w="1598" w:type="dxa"/>
          </w:tcPr>
          <w:p w:rsidR="00831458" w:rsidRPr="00961818" w:rsidRDefault="00831458" w:rsidP="00961818">
            <w:pPr>
              <w:jc w:val="center"/>
            </w:pPr>
          </w:p>
        </w:tc>
        <w:tc>
          <w:tcPr>
            <w:tcW w:w="1598" w:type="dxa"/>
          </w:tcPr>
          <w:p w:rsidR="00831458" w:rsidRPr="00961818" w:rsidRDefault="00831458" w:rsidP="00961818">
            <w:pPr>
              <w:jc w:val="center"/>
            </w:pPr>
          </w:p>
        </w:tc>
        <w:tc>
          <w:tcPr>
            <w:tcW w:w="1599" w:type="dxa"/>
          </w:tcPr>
          <w:p w:rsidR="00831458" w:rsidRPr="00961818" w:rsidRDefault="00831458" w:rsidP="00961818">
            <w:pPr>
              <w:jc w:val="center"/>
            </w:pPr>
          </w:p>
        </w:tc>
        <w:tc>
          <w:tcPr>
            <w:tcW w:w="1579" w:type="dxa"/>
          </w:tcPr>
          <w:p w:rsidR="00831458" w:rsidRPr="00961818" w:rsidRDefault="00831458" w:rsidP="00961818">
            <w:pPr>
              <w:jc w:val="center"/>
            </w:pPr>
          </w:p>
        </w:tc>
      </w:tr>
    </w:tbl>
    <w:p w:rsidR="00831458" w:rsidRPr="00961818" w:rsidRDefault="00831458" w:rsidP="00961818"/>
    <w:p w:rsidR="00831458" w:rsidRPr="006A1F59" w:rsidRDefault="00831458" w:rsidP="00961818">
      <w:pPr>
        <w:rPr>
          <w:sz w:val="28"/>
          <w:szCs w:val="28"/>
        </w:rPr>
      </w:pPr>
      <w:r w:rsidRPr="006A1F59">
        <w:rPr>
          <w:sz w:val="28"/>
          <w:szCs w:val="28"/>
        </w:rPr>
        <w:t xml:space="preserve">2) Напишите полное имя   правителей в соответствии с номерами их портретов </w:t>
      </w:r>
      <w:r w:rsidRPr="006A1F59">
        <w:rPr>
          <w:i/>
          <w:iCs/>
          <w:sz w:val="28"/>
          <w:szCs w:val="28"/>
        </w:rPr>
        <w:t>(до 3 балла)</w:t>
      </w:r>
      <w:r w:rsidRPr="006A1F59">
        <w:rPr>
          <w:sz w:val="28"/>
          <w:szCs w:val="28"/>
        </w:rPr>
        <w:t xml:space="preserve">. </w:t>
      </w:r>
    </w:p>
    <w:p w:rsidR="00831458" w:rsidRPr="006A1F59" w:rsidRDefault="00831458" w:rsidP="00961818">
      <w:pPr>
        <w:rPr>
          <w:sz w:val="28"/>
          <w:szCs w:val="28"/>
        </w:rPr>
      </w:pPr>
      <w:r w:rsidRPr="006A1F59">
        <w:rPr>
          <w:sz w:val="28"/>
          <w:szCs w:val="28"/>
        </w:rPr>
        <w:t>1. ____________________________________________________________________</w:t>
      </w:r>
    </w:p>
    <w:p w:rsidR="00831458" w:rsidRPr="006A1F59" w:rsidRDefault="00831458" w:rsidP="00961818">
      <w:pPr>
        <w:rPr>
          <w:sz w:val="28"/>
          <w:szCs w:val="28"/>
        </w:rPr>
      </w:pPr>
      <w:r w:rsidRPr="006A1F59">
        <w:rPr>
          <w:sz w:val="28"/>
          <w:szCs w:val="28"/>
        </w:rPr>
        <w:t>2. ____________________________________________________________________</w:t>
      </w:r>
    </w:p>
    <w:p w:rsidR="00831458" w:rsidRPr="006A1F59" w:rsidRDefault="00831458" w:rsidP="00961818">
      <w:pPr>
        <w:rPr>
          <w:sz w:val="28"/>
          <w:szCs w:val="28"/>
        </w:rPr>
      </w:pPr>
      <w:r w:rsidRPr="006A1F59">
        <w:rPr>
          <w:sz w:val="28"/>
          <w:szCs w:val="28"/>
        </w:rPr>
        <w:t>3. ____________________________________________________________________</w:t>
      </w:r>
    </w:p>
    <w:p w:rsidR="00831458" w:rsidRPr="006A1F59" w:rsidRDefault="00831458" w:rsidP="00961818">
      <w:pPr>
        <w:rPr>
          <w:sz w:val="28"/>
          <w:szCs w:val="28"/>
        </w:rPr>
      </w:pPr>
      <w:r w:rsidRPr="006A1F59">
        <w:rPr>
          <w:sz w:val="28"/>
          <w:szCs w:val="28"/>
        </w:rPr>
        <w:t>4. ____________________________________________________________________</w:t>
      </w:r>
    </w:p>
    <w:p w:rsidR="00831458" w:rsidRPr="006A1F59" w:rsidRDefault="00831458" w:rsidP="00961818">
      <w:pPr>
        <w:rPr>
          <w:sz w:val="28"/>
          <w:szCs w:val="28"/>
        </w:rPr>
      </w:pPr>
      <w:r w:rsidRPr="006A1F59">
        <w:rPr>
          <w:sz w:val="28"/>
          <w:szCs w:val="28"/>
        </w:rPr>
        <w:t>5. ____________________________________________________________________</w:t>
      </w:r>
    </w:p>
    <w:p w:rsidR="00831458" w:rsidRPr="006A1F59" w:rsidRDefault="00831458" w:rsidP="00961818">
      <w:pPr>
        <w:rPr>
          <w:sz w:val="28"/>
          <w:szCs w:val="28"/>
        </w:rPr>
      </w:pPr>
      <w:r w:rsidRPr="006A1F59">
        <w:rPr>
          <w:sz w:val="28"/>
          <w:szCs w:val="28"/>
        </w:rPr>
        <w:t>6. ____________________________________________________________________</w:t>
      </w:r>
    </w:p>
    <w:p w:rsidR="00831458" w:rsidRPr="006A1F59" w:rsidRDefault="00831458" w:rsidP="00961818">
      <w:pPr>
        <w:rPr>
          <w:sz w:val="28"/>
          <w:szCs w:val="28"/>
        </w:rPr>
      </w:pPr>
    </w:p>
    <w:p w:rsidR="00831458" w:rsidRPr="006A1F59" w:rsidRDefault="00831458" w:rsidP="00961818">
      <w:pPr>
        <w:rPr>
          <w:sz w:val="28"/>
          <w:szCs w:val="28"/>
        </w:rPr>
      </w:pPr>
      <w:r w:rsidRPr="006A1F59">
        <w:rPr>
          <w:sz w:val="28"/>
          <w:szCs w:val="28"/>
        </w:rPr>
        <w:t xml:space="preserve">3) Напишите названия документов в соответствии с их буквенным обозначением </w:t>
      </w:r>
      <w:r w:rsidRPr="006A1F59">
        <w:rPr>
          <w:i/>
          <w:iCs/>
          <w:sz w:val="28"/>
          <w:szCs w:val="28"/>
        </w:rPr>
        <w:t>(6 баллов)</w:t>
      </w:r>
      <w:r w:rsidRPr="006A1F59">
        <w:rPr>
          <w:sz w:val="28"/>
          <w:szCs w:val="28"/>
        </w:rPr>
        <w:t>.</w:t>
      </w:r>
    </w:p>
    <w:p w:rsidR="00831458" w:rsidRPr="006A1F59" w:rsidRDefault="00831458" w:rsidP="00961818">
      <w:pPr>
        <w:rPr>
          <w:sz w:val="28"/>
          <w:szCs w:val="28"/>
        </w:rPr>
      </w:pPr>
      <w:r w:rsidRPr="006A1F59">
        <w:rPr>
          <w:sz w:val="28"/>
          <w:szCs w:val="28"/>
        </w:rPr>
        <w:t>А. ____________________________________________________________________</w:t>
      </w:r>
    </w:p>
    <w:p w:rsidR="00831458" w:rsidRPr="006A1F59" w:rsidRDefault="00831458" w:rsidP="00961818">
      <w:pPr>
        <w:rPr>
          <w:sz w:val="28"/>
          <w:szCs w:val="28"/>
        </w:rPr>
      </w:pPr>
      <w:r w:rsidRPr="006A1F59">
        <w:rPr>
          <w:sz w:val="28"/>
          <w:szCs w:val="28"/>
        </w:rPr>
        <w:t>Б. ____________________________________________________________________</w:t>
      </w:r>
    </w:p>
    <w:p w:rsidR="00831458" w:rsidRPr="006A1F59" w:rsidRDefault="00831458" w:rsidP="00961818">
      <w:pPr>
        <w:rPr>
          <w:sz w:val="28"/>
          <w:szCs w:val="28"/>
        </w:rPr>
      </w:pPr>
      <w:r w:rsidRPr="006A1F59">
        <w:rPr>
          <w:sz w:val="28"/>
          <w:szCs w:val="28"/>
        </w:rPr>
        <w:t>В. ____________________________________________________________________</w:t>
      </w:r>
    </w:p>
    <w:p w:rsidR="00831458" w:rsidRPr="006A1F59" w:rsidRDefault="00831458" w:rsidP="00961818">
      <w:pPr>
        <w:rPr>
          <w:sz w:val="28"/>
          <w:szCs w:val="28"/>
        </w:rPr>
      </w:pPr>
      <w:r w:rsidRPr="006A1F59">
        <w:rPr>
          <w:sz w:val="28"/>
          <w:szCs w:val="28"/>
        </w:rPr>
        <w:t>Г. ____________________________________________________________________</w:t>
      </w:r>
    </w:p>
    <w:p w:rsidR="00831458" w:rsidRPr="006A1F59" w:rsidRDefault="00831458" w:rsidP="00961818">
      <w:pPr>
        <w:rPr>
          <w:sz w:val="28"/>
          <w:szCs w:val="28"/>
        </w:rPr>
      </w:pPr>
      <w:r w:rsidRPr="006A1F59">
        <w:rPr>
          <w:sz w:val="28"/>
          <w:szCs w:val="28"/>
        </w:rPr>
        <w:t>Д. ____________________________________________________________________</w:t>
      </w:r>
    </w:p>
    <w:p w:rsidR="00831458" w:rsidRPr="006A1F59" w:rsidRDefault="00831458" w:rsidP="00961818">
      <w:pPr>
        <w:rPr>
          <w:sz w:val="28"/>
          <w:szCs w:val="28"/>
        </w:rPr>
      </w:pPr>
      <w:r w:rsidRPr="006A1F59">
        <w:rPr>
          <w:sz w:val="28"/>
          <w:szCs w:val="28"/>
        </w:rPr>
        <w:t>Е. ____________________________________________________________________</w:t>
      </w:r>
    </w:p>
    <w:p w:rsidR="00831458" w:rsidRPr="006A1F59" w:rsidRDefault="00831458" w:rsidP="004B07D8">
      <w:pPr>
        <w:rPr>
          <w:sz w:val="28"/>
          <w:szCs w:val="28"/>
        </w:rPr>
      </w:pPr>
    </w:p>
    <w:p w:rsidR="00831458" w:rsidRPr="006A1F59" w:rsidRDefault="00831458" w:rsidP="00961818">
      <w:pPr>
        <w:jc w:val="both"/>
        <w:rPr>
          <w:b/>
          <w:bCs/>
          <w:sz w:val="28"/>
          <w:szCs w:val="28"/>
        </w:rPr>
      </w:pPr>
      <w:r w:rsidRPr="006A1F59">
        <w:rPr>
          <w:b/>
          <w:bCs/>
          <w:i/>
          <w:iCs/>
          <w:sz w:val="28"/>
          <w:szCs w:val="28"/>
        </w:rPr>
        <w:t xml:space="preserve">Задание 8. </w:t>
      </w:r>
      <w:r w:rsidRPr="006A1F59">
        <w:rPr>
          <w:b/>
          <w:bCs/>
          <w:sz w:val="28"/>
          <w:szCs w:val="28"/>
        </w:rPr>
        <w:t>Заполните пробелы в тексте. Ответ оформите в виде перечня элементов под соответствующими номерами (1 балл за каждый правильно заполненный пропуск, максимальный балл – 12).</w:t>
      </w:r>
    </w:p>
    <w:p w:rsidR="00831458" w:rsidRPr="006A1F59" w:rsidRDefault="00831458" w:rsidP="00961818">
      <w:pPr>
        <w:ind w:firstLine="708"/>
        <w:jc w:val="both"/>
        <w:rPr>
          <w:sz w:val="28"/>
          <w:szCs w:val="28"/>
        </w:rPr>
      </w:pPr>
      <w:r w:rsidRPr="006A1F59">
        <w:rPr>
          <w:sz w:val="28"/>
          <w:szCs w:val="28"/>
        </w:rPr>
        <w:t xml:space="preserve">В ___(1)___ г. 19 ноября при неясных обстоятельствах в __(2 – название города)______ скончался император __(3 – имя). Он не оставил прямых потомков и по правилам престолонаследия трон должен был перейти к его младшему брату___________ (4 – имя), который в это время находился в ______ (5 – указать регион) и носил титул _____ (6 – указать титул).  </w:t>
      </w:r>
    </w:p>
    <w:p w:rsidR="00831458" w:rsidRPr="006A1F59" w:rsidRDefault="00831458" w:rsidP="00961818">
      <w:pPr>
        <w:ind w:firstLine="708"/>
        <w:jc w:val="both"/>
        <w:rPr>
          <w:sz w:val="28"/>
          <w:szCs w:val="28"/>
        </w:rPr>
      </w:pPr>
      <w:r w:rsidRPr="006A1F59">
        <w:rPr>
          <w:sz w:val="28"/>
          <w:szCs w:val="28"/>
        </w:rPr>
        <w:t>После его отказа занять российский престол очередь перешла к третьему сыну _____ (7 – имя) – _____ (8 – имя). Формальности были улажены 13 декабря, и на следующий день была назначена переприсяга. Заговорщики вывели около 3 тысяч человек на __________ (9 – указать место) российской столицы. Попытки митрополита ______ (10 – имя) уговорить разойтись результатов не дали, и к восставшим обратился ______ (11- должность) _________ (12 – имя), но был смертельно ранен. После этого власти перешли к решительным действиям, и восстание было подавлено.</w:t>
      </w:r>
    </w:p>
    <w:p w:rsidR="00831458" w:rsidRPr="006A1F59" w:rsidRDefault="00831458" w:rsidP="00961818">
      <w:pPr>
        <w:jc w:val="both"/>
        <w:rPr>
          <w:sz w:val="28"/>
          <w:szCs w:val="28"/>
        </w:rPr>
      </w:pPr>
      <w:r w:rsidRPr="006A1F59">
        <w:rPr>
          <w:sz w:val="28"/>
          <w:szCs w:val="28"/>
        </w:rPr>
        <w:t>1______________________________</w:t>
      </w:r>
    </w:p>
    <w:p w:rsidR="00831458" w:rsidRPr="006A1F59" w:rsidRDefault="00831458" w:rsidP="00961818">
      <w:pPr>
        <w:jc w:val="both"/>
        <w:rPr>
          <w:sz w:val="28"/>
          <w:szCs w:val="28"/>
        </w:rPr>
      </w:pPr>
      <w:r w:rsidRPr="006A1F59">
        <w:rPr>
          <w:sz w:val="28"/>
          <w:szCs w:val="28"/>
        </w:rPr>
        <w:t>2______________________________</w:t>
      </w:r>
    </w:p>
    <w:p w:rsidR="00831458" w:rsidRPr="006A1F59" w:rsidRDefault="00831458" w:rsidP="00961818">
      <w:pPr>
        <w:jc w:val="both"/>
        <w:rPr>
          <w:sz w:val="28"/>
          <w:szCs w:val="28"/>
        </w:rPr>
      </w:pPr>
      <w:r w:rsidRPr="006A1F59">
        <w:rPr>
          <w:sz w:val="28"/>
          <w:szCs w:val="28"/>
        </w:rPr>
        <w:t>3______________________________</w:t>
      </w:r>
    </w:p>
    <w:p w:rsidR="00831458" w:rsidRPr="006A1F59" w:rsidRDefault="00831458" w:rsidP="00961818">
      <w:pPr>
        <w:jc w:val="both"/>
        <w:rPr>
          <w:sz w:val="28"/>
          <w:szCs w:val="28"/>
        </w:rPr>
      </w:pPr>
      <w:r w:rsidRPr="006A1F59">
        <w:rPr>
          <w:sz w:val="28"/>
          <w:szCs w:val="28"/>
        </w:rPr>
        <w:t>4______________________________</w:t>
      </w:r>
    </w:p>
    <w:p w:rsidR="00831458" w:rsidRPr="006A1F59" w:rsidRDefault="00831458" w:rsidP="00961818">
      <w:pPr>
        <w:jc w:val="both"/>
        <w:rPr>
          <w:sz w:val="28"/>
          <w:szCs w:val="28"/>
        </w:rPr>
      </w:pPr>
      <w:r w:rsidRPr="006A1F59">
        <w:rPr>
          <w:sz w:val="28"/>
          <w:szCs w:val="28"/>
        </w:rPr>
        <w:t>5______________________________</w:t>
      </w:r>
    </w:p>
    <w:p w:rsidR="00831458" w:rsidRPr="006A1F59" w:rsidRDefault="00831458" w:rsidP="00961818">
      <w:pPr>
        <w:jc w:val="both"/>
        <w:rPr>
          <w:sz w:val="28"/>
          <w:szCs w:val="28"/>
        </w:rPr>
      </w:pPr>
      <w:r w:rsidRPr="006A1F59">
        <w:rPr>
          <w:sz w:val="28"/>
          <w:szCs w:val="28"/>
        </w:rPr>
        <w:t>6______________________________</w:t>
      </w:r>
    </w:p>
    <w:p w:rsidR="00831458" w:rsidRPr="006A1F59" w:rsidRDefault="00831458" w:rsidP="00961818">
      <w:pPr>
        <w:jc w:val="both"/>
        <w:rPr>
          <w:sz w:val="28"/>
          <w:szCs w:val="28"/>
        </w:rPr>
      </w:pPr>
      <w:r w:rsidRPr="006A1F59">
        <w:rPr>
          <w:sz w:val="28"/>
          <w:szCs w:val="28"/>
        </w:rPr>
        <w:t>7______________________________</w:t>
      </w:r>
    </w:p>
    <w:p w:rsidR="00831458" w:rsidRPr="006A1F59" w:rsidRDefault="00831458" w:rsidP="00961818">
      <w:pPr>
        <w:jc w:val="both"/>
        <w:rPr>
          <w:sz w:val="28"/>
          <w:szCs w:val="28"/>
        </w:rPr>
      </w:pPr>
      <w:r w:rsidRPr="006A1F59">
        <w:rPr>
          <w:sz w:val="28"/>
          <w:szCs w:val="28"/>
        </w:rPr>
        <w:t>8______________________________</w:t>
      </w:r>
    </w:p>
    <w:p w:rsidR="00831458" w:rsidRPr="006A1F59" w:rsidRDefault="00831458" w:rsidP="00961818">
      <w:pPr>
        <w:jc w:val="both"/>
        <w:rPr>
          <w:sz w:val="28"/>
          <w:szCs w:val="28"/>
        </w:rPr>
      </w:pPr>
      <w:r w:rsidRPr="006A1F59">
        <w:rPr>
          <w:sz w:val="28"/>
          <w:szCs w:val="28"/>
        </w:rPr>
        <w:t>9______________________________</w:t>
      </w:r>
    </w:p>
    <w:p w:rsidR="00831458" w:rsidRPr="006A1F59" w:rsidRDefault="00831458" w:rsidP="00961818">
      <w:pPr>
        <w:jc w:val="both"/>
        <w:rPr>
          <w:sz w:val="28"/>
          <w:szCs w:val="28"/>
        </w:rPr>
      </w:pPr>
      <w:r w:rsidRPr="006A1F59">
        <w:rPr>
          <w:sz w:val="28"/>
          <w:szCs w:val="28"/>
        </w:rPr>
        <w:t>10_____________________________</w:t>
      </w:r>
    </w:p>
    <w:p w:rsidR="00831458" w:rsidRPr="006A1F59" w:rsidRDefault="00831458" w:rsidP="00961818">
      <w:pPr>
        <w:jc w:val="both"/>
        <w:rPr>
          <w:sz w:val="28"/>
          <w:szCs w:val="28"/>
        </w:rPr>
      </w:pPr>
      <w:r w:rsidRPr="006A1F59">
        <w:rPr>
          <w:sz w:val="28"/>
          <w:szCs w:val="28"/>
        </w:rPr>
        <w:t>11_____________________________</w:t>
      </w:r>
    </w:p>
    <w:p w:rsidR="00831458" w:rsidRPr="006A1F59" w:rsidRDefault="00831458" w:rsidP="00961818">
      <w:pPr>
        <w:jc w:val="both"/>
        <w:rPr>
          <w:sz w:val="28"/>
          <w:szCs w:val="28"/>
        </w:rPr>
      </w:pPr>
      <w:r w:rsidRPr="006A1F59">
        <w:rPr>
          <w:sz w:val="28"/>
          <w:szCs w:val="28"/>
        </w:rPr>
        <w:t>12_____________________________</w:t>
      </w:r>
    </w:p>
    <w:p w:rsidR="00831458" w:rsidRPr="006A1F59" w:rsidRDefault="00831458" w:rsidP="004B07D8">
      <w:pPr>
        <w:rPr>
          <w:sz w:val="28"/>
          <w:szCs w:val="28"/>
        </w:rPr>
      </w:pPr>
    </w:p>
    <w:p w:rsidR="00831458" w:rsidRPr="006A1F59" w:rsidRDefault="00831458" w:rsidP="0043589F">
      <w:pPr>
        <w:rPr>
          <w:b/>
          <w:bCs/>
          <w:sz w:val="28"/>
          <w:szCs w:val="28"/>
          <w:lang w:eastAsia="en-US"/>
        </w:rPr>
      </w:pPr>
      <w:r w:rsidRPr="006A1F59">
        <w:rPr>
          <w:b/>
          <w:bCs/>
          <w:i/>
          <w:iCs/>
          <w:sz w:val="28"/>
          <w:szCs w:val="28"/>
          <w:lang w:eastAsia="en-US"/>
        </w:rPr>
        <w:t>Задание 9.</w:t>
      </w:r>
      <w:r w:rsidRPr="006A1F59">
        <w:rPr>
          <w:b/>
          <w:bCs/>
          <w:sz w:val="28"/>
          <w:szCs w:val="28"/>
          <w:lang w:eastAsia="en-US"/>
        </w:rPr>
        <w:t xml:space="preserve"> Прочитайте ниже приведённый текст, исходя из содержания текста напишите ответы на вопросы (6 баллов): </w:t>
      </w:r>
    </w:p>
    <w:p w:rsidR="00831458" w:rsidRPr="006A1F59" w:rsidRDefault="00831458" w:rsidP="00757E6A">
      <w:pPr>
        <w:ind w:firstLine="709"/>
        <w:rPr>
          <w:sz w:val="28"/>
          <w:szCs w:val="28"/>
        </w:rPr>
      </w:pPr>
      <w:r w:rsidRPr="006A1F59">
        <w:rPr>
          <w:sz w:val="28"/>
          <w:szCs w:val="28"/>
        </w:rPr>
        <w:t xml:space="preserve">«Я, нижеподписавшаяся, имея непреклонное желание разделить участь моего мужа, государственного преступника NN, верховным уголовным судом осужденного, и жить в том заводском, рудничном или другом каком селении, где он содержаться будет, если то дозволится от коменданта Нерчинских рудников г. генерал-майора и кавалера Лепарского, обязуюсь, по моей чистой совести, наблюсти нижеописанные предложенные мне им, г. комендантом, статьи; в противном же случае и за малейшее отступление от поставленных на то правил подвергаю я себя законному осуждению. Статьи сии моей обязанности суть следующая: </w:t>
      </w:r>
    </w:p>
    <w:p w:rsidR="00831458" w:rsidRPr="006A1F59" w:rsidRDefault="00831458" w:rsidP="00757E6A">
      <w:pPr>
        <w:numPr>
          <w:ilvl w:val="0"/>
          <w:numId w:val="3"/>
        </w:numPr>
        <w:spacing w:after="200"/>
        <w:rPr>
          <w:sz w:val="28"/>
          <w:szCs w:val="28"/>
        </w:rPr>
      </w:pPr>
      <w:r w:rsidRPr="006A1F59">
        <w:rPr>
          <w:sz w:val="28"/>
          <w:szCs w:val="28"/>
        </w:rPr>
        <w:t xml:space="preserve">Желая разделить (как выше изъяснено) участь моего мужа, государственного преступника NN , и жить в том селении, где он будет содержаться, не должна я отнюдь искать свидания с ним никакими проискам и никакими посторонними способами, но единственно по сделанному на то от г. коменданта дозволению и токмо в назначенные для того дни, и не чаще, как чрез два дня на третий. </w:t>
      </w:r>
    </w:p>
    <w:p w:rsidR="00831458" w:rsidRPr="006A1F59" w:rsidRDefault="00831458" w:rsidP="00757E6A">
      <w:pPr>
        <w:numPr>
          <w:ilvl w:val="0"/>
          <w:numId w:val="3"/>
        </w:numPr>
        <w:spacing w:after="200"/>
        <w:rPr>
          <w:sz w:val="28"/>
          <w:szCs w:val="28"/>
        </w:rPr>
      </w:pPr>
      <w:r w:rsidRPr="006A1F59">
        <w:rPr>
          <w:sz w:val="28"/>
          <w:szCs w:val="28"/>
        </w:rPr>
        <w:t xml:space="preserve">Не должна доставлять ему (мужу) никаких вещей, денег, бумаги, чернил, карандашей без ведома г. коменданта или офицера, под присмотром коего будет находиться муж мой. </w:t>
      </w:r>
    </w:p>
    <w:p w:rsidR="00831458" w:rsidRPr="006A1F59" w:rsidRDefault="00831458" w:rsidP="00757E6A">
      <w:pPr>
        <w:numPr>
          <w:ilvl w:val="0"/>
          <w:numId w:val="3"/>
        </w:numPr>
        <w:spacing w:after="200"/>
        <w:rPr>
          <w:sz w:val="28"/>
          <w:szCs w:val="28"/>
        </w:rPr>
      </w:pPr>
      <w:r w:rsidRPr="006A1F59">
        <w:rPr>
          <w:sz w:val="28"/>
          <w:szCs w:val="28"/>
        </w:rPr>
        <w:t xml:space="preserve">Равным образом не должна я принимать и от него никаких вещей, особливо же писем, записок и никаких бумаг для отсылки их к тем лицам, кому оные будут адресованы или посылаемы. </w:t>
      </w:r>
    </w:p>
    <w:p w:rsidR="00831458" w:rsidRPr="006A1F59" w:rsidRDefault="00831458" w:rsidP="00757E6A">
      <w:pPr>
        <w:numPr>
          <w:ilvl w:val="0"/>
          <w:numId w:val="3"/>
        </w:numPr>
        <w:spacing w:after="200"/>
        <w:rPr>
          <w:sz w:val="28"/>
          <w:szCs w:val="28"/>
        </w:rPr>
      </w:pPr>
      <w:r w:rsidRPr="006A1F59">
        <w:rPr>
          <w:sz w:val="28"/>
          <w:szCs w:val="28"/>
        </w:rPr>
        <w:t xml:space="preserve">Не должна я ни под каким видом ни к кому писать и отправлять куда бы то ни было моих писем, записок и других бумаг, иначе как токмо чрез г. коменданта. Равно если от кого мне или мужу моему чрез родных или посторонних людей будут присланы письма и прочее изъясненное в сем и 3-м пункте, должна я их ему же, г-ну коменданту, при получении объявлять, если оные не чрез него будут мне доставлены. </w:t>
      </w:r>
    </w:p>
    <w:p w:rsidR="00831458" w:rsidRPr="006A1F59" w:rsidRDefault="00831458" w:rsidP="00757E6A">
      <w:pPr>
        <w:numPr>
          <w:ilvl w:val="0"/>
          <w:numId w:val="3"/>
        </w:numPr>
        <w:spacing w:after="200"/>
        <w:rPr>
          <w:sz w:val="28"/>
          <w:szCs w:val="28"/>
        </w:rPr>
      </w:pPr>
      <w:r w:rsidRPr="006A1F59">
        <w:rPr>
          <w:sz w:val="28"/>
          <w:szCs w:val="28"/>
        </w:rPr>
        <w:t xml:space="preserve">То же самое обещаю наблюсти и касательно присылки мне и мужу моему вещей, какие бы они ни были, равно и деньги. </w:t>
      </w:r>
    </w:p>
    <w:p w:rsidR="00831458" w:rsidRPr="006A1F59" w:rsidRDefault="00831458" w:rsidP="00757E6A">
      <w:pPr>
        <w:numPr>
          <w:ilvl w:val="0"/>
          <w:numId w:val="3"/>
        </w:numPr>
        <w:spacing w:after="200"/>
        <w:rPr>
          <w:sz w:val="28"/>
          <w:szCs w:val="28"/>
        </w:rPr>
      </w:pPr>
      <w:r w:rsidRPr="006A1F59">
        <w:rPr>
          <w:sz w:val="28"/>
          <w:szCs w:val="28"/>
        </w:rPr>
        <w:t xml:space="preserve">Из числа вещей моих, при мне находящихся и которым регистр имеется у г. коменданта, я не в праве без ведома его продавать их, дарить кому или уничтожать. Деньгам же моим собственным, оставленным для нужд моих теперь равно и вперед от коменданта мне доставленным, я обязуюсь вести приходо-расходную книгу и в оную записывать все свои издержки, сохраняя между тем сию книгу в целости; в случае же востребования ее г-м комендантом оную ему немедленно представлять. Если же окажутся (вещи излишние против находящегося) у г-на коменданта регистру, которые были мною скрыты, в таком случае как за противо (сего) учиненный поступок подвергаюсь я законному суждению. </w:t>
      </w:r>
    </w:p>
    <w:p w:rsidR="00831458" w:rsidRPr="006A1F59" w:rsidRDefault="00831458" w:rsidP="00757E6A">
      <w:pPr>
        <w:numPr>
          <w:ilvl w:val="0"/>
          <w:numId w:val="3"/>
        </w:numPr>
        <w:spacing w:after="200"/>
        <w:rPr>
          <w:sz w:val="28"/>
          <w:szCs w:val="28"/>
        </w:rPr>
      </w:pPr>
      <w:r w:rsidRPr="006A1F59">
        <w:rPr>
          <w:sz w:val="28"/>
          <w:szCs w:val="28"/>
        </w:rPr>
        <w:t xml:space="preserve">Также не должна я никогда мужу моему присылать никаких хмельных напитков, как-то: водки, вина, пива, меду, кроме съестных припасов; да и сии доставлять ему чрез старшего караульного унтер-офицера, а не чрез людей моих, коим воспрещено личное свидание с мужем моим. </w:t>
      </w:r>
    </w:p>
    <w:p w:rsidR="00831458" w:rsidRPr="006A1F59" w:rsidRDefault="00831458" w:rsidP="00757E6A">
      <w:pPr>
        <w:numPr>
          <w:ilvl w:val="0"/>
          <w:numId w:val="3"/>
        </w:numPr>
        <w:spacing w:after="200"/>
        <w:rPr>
          <w:sz w:val="28"/>
          <w:szCs w:val="28"/>
        </w:rPr>
      </w:pPr>
      <w:r w:rsidRPr="006A1F59">
        <w:rPr>
          <w:sz w:val="28"/>
          <w:szCs w:val="28"/>
        </w:rPr>
        <w:t xml:space="preserve">Обязуюсь иметь свидание с мужем моим не иначе как в арестантской палате, где указано будет, в назначенное для того время и в присутствии дежурного офицера; не говорить с ним ничего излишнего, и паче чего-либо не принадлежащего, вообще же иметь с ним дозволенный разговор на одном русском языке. </w:t>
      </w:r>
    </w:p>
    <w:p w:rsidR="00831458" w:rsidRPr="006A1F59" w:rsidRDefault="00831458" w:rsidP="00757E6A">
      <w:pPr>
        <w:numPr>
          <w:ilvl w:val="0"/>
          <w:numId w:val="3"/>
        </w:numPr>
        <w:spacing w:after="200"/>
        <w:rPr>
          <w:sz w:val="28"/>
          <w:szCs w:val="28"/>
        </w:rPr>
      </w:pPr>
      <w:r w:rsidRPr="006A1F59">
        <w:rPr>
          <w:sz w:val="28"/>
          <w:szCs w:val="28"/>
        </w:rPr>
        <w:t xml:space="preserve">Не должна я нанимать себе никаких иных слуг или работников, а довольствоваться только послугами приставленных мне одного мужчины и одной женщины, за которых также ответствую, что они не будут иметь никакого сношения с моим мужем и вообще за их поведение. </w:t>
      </w:r>
    </w:p>
    <w:p w:rsidR="00831458" w:rsidRPr="006A1F59" w:rsidRDefault="00831458" w:rsidP="00757E6A">
      <w:pPr>
        <w:numPr>
          <w:ilvl w:val="0"/>
          <w:numId w:val="3"/>
        </w:numPr>
        <w:spacing w:after="200"/>
        <w:rPr>
          <w:sz w:val="28"/>
          <w:szCs w:val="28"/>
        </w:rPr>
      </w:pPr>
      <w:r w:rsidRPr="006A1F59">
        <w:rPr>
          <w:sz w:val="28"/>
          <w:szCs w:val="28"/>
        </w:rPr>
        <w:t xml:space="preserve"> Наконец, давши таковое обязательство, не должна я сама никуда отлучаться от места того, где пребывание мое будет назначено, равно и посылать куда-либо слуг моих по произволу моему без ведома г-на коменданта или, в случае отбытия его, без ведома старшего офицера. </w:t>
      </w:r>
    </w:p>
    <w:p w:rsidR="00831458" w:rsidRPr="006A1F59" w:rsidRDefault="00831458" w:rsidP="00757E6A">
      <w:pPr>
        <w:rPr>
          <w:sz w:val="28"/>
          <w:szCs w:val="28"/>
        </w:rPr>
      </w:pPr>
      <w:r w:rsidRPr="006A1F59">
        <w:rPr>
          <w:sz w:val="28"/>
          <w:szCs w:val="28"/>
        </w:rPr>
        <w:t xml:space="preserve">В выполнении всего вышеизъясненного в точности под сим подписуюсь. Читинский острог. 18… года». </w:t>
      </w:r>
    </w:p>
    <w:p w:rsidR="00831458" w:rsidRPr="006A1F59" w:rsidRDefault="00831458" w:rsidP="00E33330">
      <w:pPr>
        <w:numPr>
          <w:ilvl w:val="0"/>
          <w:numId w:val="4"/>
        </w:numPr>
        <w:spacing w:after="200"/>
        <w:ind w:left="180" w:firstLine="0"/>
        <w:rPr>
          <w:b/>
          <w:bCs/>
          <w:sz w:val="28"/>
          <w:szCs w:val="28"/>
        </w:rPr>
      </w:pPr>
      <w:r w:rsidRPr="006A1F59">
        <w:rPr>
          <w:b/>
          <w:bCs/>
          <w:sz w:val="28"/>
          <w:szCs w:val="28"/>
        </w:rPr>
        <w:t>Определите период, появления  и действия данного  документа (не ранее …года и не позднее … года), объясните, почему Вы так думаете (2)? ______________________________________________________________________________________________________________________________________________</w:t>
      </w:r>
    </w:p>
    <w:p w:rsidR="00831458" w:rsidRPr="006A1F59" w:rsidRDefault="00831458" w:rsidP="00E33330">
      <w:pPr>
        <w:numPr>
          <w:ilvl w:val="0"/>
          <w:numId w:val="4"/>
        </w:numPr>
        <w:spacing w:after="200"/>
        <w:ind w:left="180" w:firstLine="0"/>
        <w:rPr>
          <w:b/>
          <w:bCs/>
          <w:sz w:val="28"/>
          <w:szCs w:val="28"/>
        </w:rPr>
      </w:pPr>
      <w:r w:rsidRPr="006A1F59">
        <w:rPr>
          <w:b/>
          <w:bCs/>
          <w:sz w:val="28"/>
          <w:szCs w:val="28"/>
        </w:rPr>
        <w:t>К какому сословию, как правило, относились женщины, подписывающие этот документ (1)? __________________________________________________________</w:t>
      </w:r>
    </w:p>
    <w:p w:rsidR="00831458" w:rsidRPr="006A1F59" w:rsidRDefault="00831458" w:rsidP="00E33330">
      <w:pPr>
        <w:numPr>
          <w:ilvl w:val="0"/>
          <w:numId w:val="4"/>
        </w:numPr>
        <w:spacing w:after="200"/>
        <w:ind w:left="180" w:firstLine="0"/>
        <w:rPr>
          <w:b/>
          <w:bCs/>
          <w:sz w:val="28"/>
          <w:szCs w:val="28"/>
        </w:rPr>
      </w:pPr>
      <w:r w:rsidRPr="006A1F59">
        <w:rPr>
          <w:b/>
          <w:bCs/>
          <w:sz w:val="28"/>
          <w:szCs w:val="28"/>
        </w:rPr>
        <w:t xml:space="preserve">Какое государственное преступление совершили мужья женщин, которые подписали данное соглашение (1)?  ______________________________________ </w:t>
      </w:r>
    </w:p>
    <w:p w:rsidR="00831458" w:rsidRPr="006A1F59" w:rsidRDefault="00831458" w:rsidP="00E33330">
      <w:pPr>
        <w:spacing w:after="200"/>
        <w:ind w:left="180"/>
        <w:rPr>
          <w:b/>
          <w:bCs/>
          <w:sz w:val="28"/>
          <w:szCs w:val="28"/>
        </w:rPr>
      </w:pPr>
      <w:r w:rsidRPr="006A1F59">
        <w:rPr>
          <w:b/>
          <w:bCs/>
          <w:sz w:val="28"/>
          <w:szCs w:val="28"/>
        </w:rPr>
        <w:t>______________________________________________________________________</w:t>
      </w:r>
    </w:p>
    <w:p w:rsidR="00831458" w:rsidRPr="006A1F59" w:rsidRDefault="00831458" w:rsidP="00E33330">
      <w:pPr>
        <w:numPr>
          <w:ilvl w:val="0"/>
          <w:numId w:val="4"/>
        </w:numPr>
        <w:spacing w:after="200"/>
        <w:ind w:left="180" w:firstLine="0"/>
        <w:rPr>
          <w:b/>
          <w:bCs/>
          <w:sz w:val="28"/>
          <w:szCs w:val="28"/>
        </w:rPr>
      </w:pPr>
      <w:r w:rsidRPr="006A1F59">
        <w:rPr>
          <w:b/>
          <w:bCs/>
          <w:sz w:val="28"/>
          <w:szCs w:val="28"/>
        </w:rPr>
        <w:t>Чем были вызваны перечисленные ограничения в режиме жизни (2)? ______________________________________________________________________</w:t>
      </w:r>
    </w:p>
    <w:p w:rsidR="00831458" w:rsidRPr="006A1F59" w:rsidRDefault="00831458" w:rsidP="00E33330">
      <w:pPr>
        <w:spacing w:after="200"/>
        <w:ind w:left="180"/>
        <w:rPr>
          <w:b/>
          <w:bCs/>
          <w:sz w:val="28"/>
          <w:szCs w:val="28"/>
        </w:rPr>
      </w:pPr>
      <w:r w:rsidRPr="006A1F59">
        <w:rPr>
          <w:b/>
          <w:bCs/>
          <w:sz w:val="28"/>
          <w:szCs w:val="28"/>
        </w:rPr>
        <w:t>______________________________________________________________________</w:t>
      </w:r>
    </w:p>
    <w:p w:rsidR="00831458" w:rsidRPr="006A1F59" w:rsidRDefault="00831458" w:rsidP="00846CCB">
      <w:pPr>
        <w:rPr>
          <w:sz w:val="28"/>
          <w:szCs w:val="28"/>
        </w:rPr>
      </w:pPr>
    </w:p>
    <w:p w:rsidR="00831458" w:rsidRPr="006A1F59" w:rsidRDefault="00831458" w:rsidP="00976A43">
      <w:pPr>
        <w:autoSpaceDE w:val="0"/>
        <w:autoSpaceDN w:val="0"/>
        <w:adjustRightInd w:val="0"/>
        <w:rPr>
          <w:sz w:val="28"/>
          <w:szCs w:val="28"/>
        </w:rPr>
      </w:pPr>
      <w:r w:rsidRPr="006A1F59">
        <w:rPr>
          <w:b/>
          <w:bCs/>
          <w:i/>
          <w:iCs/>
          <w:sz w:val="28"/>
          <w:szCs w:val="28"/>
        </w:rPr>
        <w:t>Задание 10.</w:t>
      </w:r>
      <w:r w:rsidRPr="006A1F59">
        <w:rPr>
          <w:sz w:val="28"/>
          <w:szCs w:val="28"/>
        </w:rPr>
        <w:t xml:space="preserve"> </w:t>
      </w:r>
      <w:r w:rsidRPr="006A1F59">
        <w:rPr>
          <w:b/>
          <w:bCs/>
          <w:sz w:val="28"/>
          <w:szCs w:val="28"/>
        </w:rPr>
        <w:t>Эссе.</w:t>
      </w:r>
      <w:r w:rsidRPr="006A1F59">
        <w:rPr>
          <w:sz w:val="28"/>
          <w:szCs w:val="28"/>
        </w:rPr>
        <w:t xml:space="preserve"> </w:t>
      </w:r>
      <w:r w:rsidRPr="006A1F59">
        <w:rPr>
          <w:b/>
          <w:bCs/>
          <w:sz w:val="28"/>
          <w:szCs w:val="28"/>
        </w:rPr>
        <w:t>Максимальная оценка 20 баллов.</w:t>
      </w:r>
    </w:p>
    <w:p w:rsidR="00831458" w:rsidRPr="006A1F59" w:rsidRDefault="00831458" w:rsidP="00FF6286">
      <w:pPr>
        <w:spacing w:after="200"/>
        <w:rPr>
          <w:sz w:val="28"/>
          <w:szCs w:val="28"/>
          <w:lang w:eastAsia="en-US"/>
        </w:rPr>
      </w:pPr>
      <w:r w:rsidRPr="006A1F59">
        <w:rPr>
          <w:sz w:val="28"/>
          <w:szCs w:val="28"/>
          <w:lang w:eastAsia="en-US"/>
        </w:rPr>
        <w:t>При написании работы постарайтесь исходить из того, что Жюри, оценивая Ваше эссе, будет руководствоваться следующими критериями:</w:t>
      </w:r>
    </w:p>
    <w:p w:rsidR="00831458" w:rsidRPr="006A1F59" w:rsidRDefault="00831458" w:rsidP="00FF6286">
      <w:pPr>
        <w:spacing w:after="200"/>
        <w:rPr>
          <w:sz w:val="28"/>
          <w:szCs w:val="28"/>
          <w:lang w:eastAsia="en-US"/>
        </w:rPr>
      </w:pPr>
      <w:r w:rsidRPr="006A1F59">
        <w:rPr>
          <w:sz w:val="28"/>
          <w:szCs w:val="28"/>
          <w:lang w:eastAsia="en-US"/>
        </w:rPr>
        <w:t>1. Обоснованность выбора темы (объяснение выбора темы и задач, которые ставит перед собой в своей работе участник). Оценивается вводная часть к работе - не более 5 баллов. Требуется внятное оригинальное объяснение, демонстрирующее заинтересованность в теме (2), и четкая постановка задач работы, исходя из понимания смысла высказывания (должно быть сформулировано 4 задачи) (3).</w:t>
      </w:r>
    </w:p>
    <w:p w:rsidR="00831458" w:rsidRPr="006A1F59" w:rsidRDefault="00831458" w:rsidP="00FF6286">
      <w:pPr>
        <w:spacing w:after="200"/>
        <w:rPr>
          <w:sz w:val="28"/>
          <w:szCs w:val="28"/>
          <w:lang w:eastAsia="en-US"/>
        </w:rPr>
      </w:pPr>
      <w:r w:rsidRPr="006A1F59">
        <w:rPr>
          <w:sz w:val="28"/>
          <w:szCs w:val="28"/>
          <w:lang w:eastAsia="en-US"/>
        </w:rPr>
        <w:t>2. Оценка основной части к работе (макс. 12 баллов):</w:t>
      </w:r>
    </w:p>
    <w:p w:rsidR="00831458" w:rsidRPr="006A1F59" w:rsidRDefault="00831458" w:rsidP="00FF6286">
      <w:pPr>
        <w:spacing w:after="200"/>
        <w:rPr>
          <w:sz w:val="28"/>
          <w:szCs w:val="28"/>
          <w:lang w:eastAsia="en-US"/>
        </w:rPr>
      </w:pPr>
      <w:r w:rsidRPr="006A1F59">
        <w:rPr>
          <w:sz w:val="28"/>
          <w:szCs w:val="28"/>
          <w:lang w:eastAsia="en-US"/>
        </w:rPr>
        <w:t>При оценке каждой из выделенных задач учитываются:</w:t>
      </w:r>
    </w:p>
    <w:p w:rsidR="00831458" w:rsidRPr="006A1F59" w:rsidRDefault="00831458" w:rsidP="00FF6286">
      <w:pPr>
        <w:spacing w:after="200"/>
        <w:rPr>
          <w:sz w:val="28"/>
          <w:szCs w:val="28"/>
          <w:lang w:eastAsia="en-US"/>
        </w:rPr>
      </w:pPr>
      <w:r w:rsidRPr="006A1F59">
        <w:rPr>
          <w:sz w:val="28"/>
          <w:szCs w:val="28"/>
          <w:lang w:eastAsia="en-US"/>
        </w:rPr>
        <w:t>1. - грамотность использования исторических фактов и терминов (3);</w:t>
      </w:r>
    </w:p>
    <w:p w:rsidR="00831458" w:rsidRPr="006A1F59" w:rsidRDefault="00831458" w:rsidP="00FF6286">
      <w:pPr>
        <w:spacing w:after="200"/>
        <w:rPr>
          <w:sz w:val="28"/>
          <w:szCs w:val="28"/>
          <w:lang w:eastAsia="en-US"/>
        </w:rPr>
      </w:pPr>
      <w:r w:rsidRPr="006A1F59">
        <w:rPr>
          <w:sz w:val="28"/>
          <w:szCs w:val="28"/>
          <w:lang w:eastAsia="en-US"/>
        </w:rPr>
        <w:t>2. – аргументированность авторской позиции (3).</w:t>
      </w:r>
    </w:p>
    <w:p w:rsidR="00831458" w:rsidRPr="006A1F59" w:rsidRDefault="00831458" w:rsidP="00FF6286">
      <w:pPr>
        <w:spacing w:after="200"/>
        <w:rPr>
          <w:sz w:val="28"/>
          <w:szCs w:val="28"/>
          <w:lang w:eastAsia="en-US"/>
        </w:rPr>
      </w:pPr>
      <w:r w:rsidRPr="006A1F59">
        <w:rPr>
          <w:sz w:val="28"/>
          <w:szCs w:val="28"/>
          <w:lang w:eastAsia="en-US"/>
        </w:rPr>
        <w:t>3. - творческий характер восприятия темы, ее осмысления. Требуется ярко выраженная личная позиция, заинтересованность в теме, оригинальные (имеющие право на существование, исходя из фактов и историографии) мысли, задачи и пути их решения (2). Работа написана хорошим литературным языком с учетом всех жанровых особенностей эссе (2).</w:t>
      </w:r>
    </w:p>
    <w:p w:rsidR="00831458" w:rsidRPr="006A1F59" w:rsidRDefault="00831458" w:rsidP="00FF6286">
      <w:pPr>
        <w:spacing w:after="200"/>
        <w:rPr>
          <w:sz w:val="28"/>
          <w:szCs w:val="28"/>
          <w:lang w:eastAsia="en-US"/>
        </w:rPr>
      </w:pPr>
      <w:r w:rsidRPr="006A1F59">
        <w:rPr>
          <w:sz w:val="28"/>
          <w:szCs w:val="28"/>
          <w:lang w:eastAsia="en-US"/>
        </w:rPr>
        <w:t>4. - знание различных точек зрения по избранному вопросу (2).</w:t>
      </w:r>
    </w:p>
    <w:p w:rsidR="00831458" w:rsidRPr="006A1F59" w:rsidRDefault="00831458" w:rsidP="00FF6286">
      <w:pPr>
        <w:spacing w:after="200"/>
        <w:rPr>
          <w:sz w:val="28"/>
          <w:szCs w:val="28"/>
          <w:lang w:eastAsia="en-US"/>
        </w:rPr>
      </w:pPr>
      <w:r w:rsidRPr="006A1F59">
        <w:rPr>
          <w:sz w:val="28"/>
          <w:szCs w:val="28"/>
          <w:lang w:eastAsia="en-US"/>
        </w:rPr>
        <w:t>3. Умение автора делать конкретные выводы по сути своей позиции, исходя из смысла высказывания и задач, сформулированных во введении. Оценивается заключение к работе – не более 3 баллов.</w:t>
      </w:r>
    </w:p>
    <w:p w:rsidR="00831458" w:rsidRPr="006A1F59" w:rsidRDefault="00831458" w:rsidP="0090050E">
      <w:pPr>
        <w:rPr>
          <w:sz w:val="28"/>
          <w:szCs w:val="28"/>
        </w:rPr>
      </w:pPr>
      <w:r w:rsidRPr="006A1F59">
        <w:rPr>
          <w:b/>
          <w:bCs/>
          <w:sz w:val="28"/>
          <w:szCs w:val="28"/>
        </w:rPr>
        <w:t>Темы эссе:</w:t>
      </w:r>
    </w:p>
    <w:p w:rsidR="00831458" w:rsidRPr="006A1F59" w:rsidRDefault="00831458" w:rsidP="0090050E">
      <w:pPr>
        <w:rPr>
          <w:sz w:val="28"/>
          <w:szCs w:val="28"/>
        </w:rPr>
      </w:pPr>
    </w:p>
    <w:p w:rsidR="00831458" w:rsidRPr="006A1F59" w:rsidRDefault="00831458" w:rsidP="0023129D">
      <w:pPr>
        <w:pStyle w:val="ListParagraph"/>
        <w:numPr>
          <w:ilvl w:val="0"/>
          <w:numId w:val="2"/>
        </w:numPr>
        <w:ind w:left="0" w:firstLine="426"/>
        <w:rPr>
          <w:sz w:val="28"/>
          <w:szCs w:val="28"/>
        </w:rPr>
      </w:pPr>
      <w:r w:rsidRPr="006A1F59">
        <w:rPr>
          <w:sz w:val="28"/>
          <w:szCs w:val="28"/>
        </w:rPr>
        <w:t>В XI в. Государство Российское могло, как бодрый, пылкий юноша,  обещать  себе долголетие и славную деятельность. (Н.М. Карамзин)</w:t>
      </w:r>
    </w:p>
    <w:p w:rsidR="00831458" w:rsidRPr="006A1F59" w:rsidRDefault="00831458" w:rsidP="0023129D">
      <w:pPr>
        <w:pStyle w:val="ListParagraph"/>
        <w:numPr>
          <w:ilvl w:val="0"/>
          <w:numId w:val="2"/>
        </w:numPr>
        <w:ind w:left="0" w:firstLine="426"/>
        <w:rPr>
          <w:sz w:val="28"/>
          <w:szCs w:val="28"/>
        </w:rPr>
      </w:pPr>
      <w:r w:rsidRPr="006A1F59">
        <w:rPr>
          <w:sz w:val="28"/>
          <w:szCs w:val="28"/>
        </w:rPr>
        <w:t>Как татарское влияние на русскую жизнь могло быть значительно, если, завоевав Русь, татары не остались жить в русских областях, богатых неудобными для них лесами, а отошли на юг, в открытые степи? (С.Ф. Платонов)</w:t>
      </w:r>
    </w:p>
    <w:p w:rsidR="00831458" w:rsidRPr="006A1F59" w:rsidRDefault="00831458" w:rsidP="0023129D">
      <w:pPr>
        <w:pStyle w:val="ListParagraph"/>
        <w:numPr>
          <w:ilvl w:val="0"/>
          <w:numId w:val="2"/>
        </w:numPr>
        <w:spacing w:after="120"/>
        <w:ind w:left="0" w:firstLine="426"/>
        <w:jc w:val="both"/>
        <w:rPr>
          <w:sz w:val="28"/>
          <w:szCs w:val="28"/>
          <w:lang w:eastAsia="en-US"/>
        </w:rPr>
      </w:pPr>
      <w:r w:rsidRPr="006A1F59">
        <w:rPr>
          <w:sz w:val="28"/>
          <w:szCs w:val="28"/>
          <w:lang w:eastAsia="en-US"/>
        </w:rPr>
        <w:t xml:space="preserve">«Созыв собора 1549 г. свидетельствовал о создании центрального сословно-представительного учреждения, о превращении Русского государства в сословно-представительную монархию». (А. А. Зимин) </w:t>
      </w:r>
    </w:p>
    <w:p w:rsidR="00831458" w:rsidRPr="006A1F59" w:rsidRDefault="00831458" w:rsidP="0023129D">
      <w:pPr>
        <w:pStyle w:val="ListParagraph"/>
        <w:numPr>
          <w:ilvl w:val="0"/>
          <w:numId w:val="2"/>
        </w:numPr>
        <w:ind w:left="0" w:firstLine="426"/>
        <w:rPr>
          <w:sz w:val="28"/>
          <w:szCs w:val="28"/>
        </w:rPr>
      </w:pPr>
      <w:r w:rsidRPr="006A1F59">
        <w:rPr>
          <w:sz w:val="28"/>
          <w:szCs w:val="28"/>
        </w:rPr>
        <w:t>«От слабого и болезненного Федора нельзя было ожидать сильного личного участия в тех преобразованиях, которые стояли на очереди, в которых более всего нуждалась Россия, он не мог создать новое войско и водить его к победам, строить флот, крепости, рыть каналы и все торопить личным содействием; Федор был преобразователем, во сколько он мог быть им, оставаясь в четырех стенах своей комнаты и спальни». (С.М. Соловьев).</w:t>
      </w:r>
    </w:p>
    <w:p w:rsidR="00831458" w:rsidRPr="006A1F59" w:rsidRDefault="00831458" w:rsidP="0023129D">
      <w:pPr>
        <w:pStyle w:val="ListParagraph"/>
        <w:numPr>
          <w:ilvl w:val="0"/>
          <w:numId w:val="2"/>
        </w:numPr>
        <w:ind w:left="0" w:firstLine="426"/>
        <w:rPr>
          <w:sz w:val="28"/>
          <w:szCs w:val="28"/>
        </w:rPr>
      </w:pPr>
      <w:r w:rsidRPr="006A1F59">
        <w:rPr>
          <w:sz w:val="28"/>
          <w:szCs w:val="28"/>
        </w:rPr>
        <w:t>«Московское государство выходило из страшной Смуты без героев; его выводили из беды добрые, но посредственные люди. Князь Пожарский был не Борис Годунов, а Михаил Романов – не князь Скопин</w:t>
      </w:r>
      <w:r w:rsidRPr="006A1F59">
        <w:rPr>
          <w:sz w:val="28"/>
          <w:szCs w:val="28"/>
        </w:rPr>
        <w:noBreakHyphen/>
        <w:t>Шуйский. При недостатке настоящих сил дело решалось предрассудком и интригой». (В.О. Ключевский).</w:t>
      </w:r>
    </w:p>
    <w:p w:rsidR="00831458" w:rsidRPr="006A1F59" w:rsidRDefault="00831458" w:rsidP="0023129D">
      <w:pPr>
        <w:pStyle w:val="ListParagraph"/>
        <w:numPr>
          <w:ilvl w:val="0"/>
          <w:numId w:val="2"/>
        </w:numPr>
        <w:ind w:left="0" w:firstLine="426"/>
        <w:rPr>
          <w:sz w:val="28"/>
          <w:szCs w:val="28"/>
        </w:rPr>
      </w:pPr>
      <w:r w:rsidRPr="006A1F59">
        <w:rPr>
          <w:sz w:val="28"/>
          <w:szCs w:val="28"/>
          <w:lang w:eastAsia="en-US"/>
        </w:rPr>
        <w:t>«Век XVII дал Петру "материал", без которого он не смог бы и шагу ступить» (И.Л. Андреев).</w:t>
      </w:r>
    </w:p>
    <w:p w:rsidR="00831458" w:rsidRPr="006A1F59" w:rsidRDefault="00831458" w:rsidP="0023129D">
      <w:pPr>
        <w:pStyle w:val="ListParagraph"/>
        <w:numPr>
          <w:ilvl w:val="0"/>
          <w:numId w:val="2"/>
        </w:numPr>
        <w:ind w:left="0" w:firstLine="426"/>
        <w:rPr>
          <w:sz w:val="28"/>
          <w:szCs w:val="28"/>
        </w:rPr>
      </w:pPr>
      <w:r w:rsidRPr="006A1F59">
        <w:rPr>
          <w:sz w:val="28"/>
          <w:szCs w:val="28"/>
        </w:rPr>
        <w:t>«Ведя упорную борьбу на Западе, изучая Запад для внутренних преобразований, Петр не спускал глаз с Востока, понимая ясно близкие отношения его к России, понимая те средства, которые должен доставить России Восток в ее новой жизни, при том экономическом перевороте, который он совершал». (С.М. Соловьев)</w:t>
      </w:r>
    </w:p>
    <w:p w:rsidR="00831458" w:rsidRPr="006A1F59" w:rsidRDefault="00831458" w:rsidP="0023129D">
      <w:pPr>
        <w:pStyle w:val="ListParagraph"/>
        <w:numPr>
          <w:ilvl w:val="0"/>
          <w:numId w:val="2"/>
        </w:numPr>
        <w:ind w:left="0" w:firstLine="426"/>
        <w:rPr>
          <w:sz w:val="28"/>
          <w:szCs w:val="28"/>
        </w:rPr>
      </w:pPr>
      <w:r w:rsidRPr="006A1F59">
        <w:rPr>
          <w:sz w:val="28"/>
          <w:szCs w:val="28"/>
        </w:rPr>
        <w:t>«Мы стали гражданами мира, но перестали быть в некоторых случаях гражданами России – виною Петр!» (Н.М. Карамзин)</w:t>
      </w:r>
    </w:p>
    <w:p w:rsidR="00831458" w:rsidRPr="006A1F59" w:rsidRDefault="00831458" w:rsidP="0023129D">
      <w:pPr>
        <w:pStyle w:val="ListParagraph"/>
        <w:numPr>
          <w:ilvl w:val="0"/>
          <w:numId w:val="2"/>
        </w:numPr>
        <w:ind w:left="0" w:firstLine="426"/>
        <w:rPr>
          <w:sz w:val="28"/>
          <w:szCs w:val="28"/>
        </w:rPr>
      </w:pPr>
      <w:r w:rsidRPr="006A1F59">
        <w:rPr>
          <w:sz w:val="28"/>
          <w:szCs w:val="28"/>
        </w:rPr>
        <w:t>«Славянофильство – история двух трех гостиных в Москве и двух трех дел в московской полиции». В.О. Ключевский)</w:t>
      </w:r>
    </w:p>
    <w:p w:rsidR="00831458" w:rsidRPr="006A1F59" w:rsidRDefault="00831458" w:rsidP="00F72943">
      <w:pPr>
        <w:pStyle w:val="ListParagraph"/>
        <w:numPr>
          <w:ilvl w:val="0"/>
          <w:numId w:val="2"/>
        </w:numPr>
        <w:ind w:left="0" w:firstLine="426"/>
        <w:rPr>
          <w:sz w:val="28"/>
          <w:szCs w:val="28"/>
        </w:rPr>
      </w:pPr>
      <w:r w:rsidRPr="006A1F59">
        <w:rPr>
          <w:sz w:val="28"/>
          <w:szCs w:val="28"/>
        </w:rPr>
        <w:t>«Либерализму легче было выдумать народ, нежели его изучить. Он налгал на него из любви не меньше того, что на него налгали другие из ненависти». (А.И. Герцен)</w:t>
      </w:r>
    </w:p>
    <w:p w:rsidR="00831458" w:rsidRPr="006A1F59" w:rsidRDefault="00831458" w:rsidP="00F72943">
      <w:pPr>
        <w:pStyle w:val="ListParagraph"/>
        <w:numPr>
          <w:ilvl w:val="0"/>
          <w:numId w:val="2"/>
        </w:numPr>
        <w:ind w:left="0" w:firstLine="426"/>
        <w:rPr>
          <w:sz w:val="28"/>
          <w:szCs w:val="28"/>
        </w:rPr>
      </w:pPr>
      <w:r w:rsidRPr="006A1F59">
        <w:rPr>
          <w:sz w:val="28"/>
          <w:szCs w:val="28"/>
        </w:rPr>
        <w:t>«Вековая борьба славянских народов за своё существование и свою независимость окончилась победой над немецкими захватчиками и немецкой тиранией». (И.В. Сталин).</w:t>
      </w:r>
    </w:p>
    <w:p w:rsidR="00831458" w:rsidRPr="009E0F93" w:rsidRDefault="00831458" w:rsidP="00757E6A">
      <w:pPr>
        <w:pStyle w:val="ListParagraph"/>
        <w:ind w:left="426"/>
        <w:jc w:val="center"/>
        <w:rPr>
          <w:b/>
          <w:bCs/>
        </w:rPr>
      </w:pPr>
      <w:bookmarkStart w:id="0" w:name="_GoBack"/>
      <w:r w:rsidRPr="009E0F93">
        <w:rPr>
          <w:b/>
          <w:bCs/>
        </w:rPr>
        <w:t xml:space="preserve">УДАЧИ! </w:t>
      </w:r>
      <w:bookmarkEnd w:id="0"/>
    </w:p>
    <w:sectPr w:rsidR="00831458" w:rsidRPr="009E0F93" w:rsidSect="006A1F59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A347F"/>
    <w:multiLevelType w:val="hybridMultilevel"/>
    <w:tmpl w:val="639AA8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2E673E"/>
    <w:multiLevelType w:val="hybridMultilevel"/>
    <w:tmpl w:val="F1B445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6937C05"/>
    <w:multiLevelType w:val="hybridMultilevel"/>
    <w:tmpl w:val="338E2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2078A8"/>
    <w:multiLevelType w:val="hybridMultilevel"/>
    <w:tmpl w:val="FE083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07D8"/>
    <w:rsid w:val="000737D4"/>
    <w:rsid w:val="0014371B"/>
    <w:rsid w:val="0023129D"/>
    <w:rsid w:val="0025134A"/>
    <w:rsid w:val="002C7FDA"/>
    <w:rsid w:val="002D5E66"/>
    <w:rsid w:val="002E1E13"/>
    <w:rsid w:val="00375232"/>
    <w:rsid w:val="0041108B"/>
    <w:rsid w:val="0042015A"/>
    <w:rsid w:val="0043589F"/>
    <w:rsid w:val="00484E9D"/>
    <w:rsid w:val="004A0868"/>
    <w:rsid w:val="004B07D8"/>
    <w:rsid w:val="005252D0"/>
    <w:rsid w:val="00667267"/>
    <w:rsid w:val="006675A2"/>
    <w:rsid w:val="006A1F59"/>
    <w:rsid w:val="006D600E"/>
    <w:rsid w:val="00757E6A"/>
    <w:rsid w:val="00771774"/>
    <w:rsid w:val="007B5ECE"/>
    <w:rsid w:val="00820D1E"/>
    <w:rsid w:val="008231E8"/>
    <w:rsid w:val="00830EF3"/>
    <w:rsid w:val="00831458"/>
    <w:rsid w:val="0083754A"/>
    <w:rsid w:val="00846CCB"/>
    <w:rsid w:val="0090050E"/>
    <w:rsid w:val="00917D65"/>
    <w:rsid w:val="00951D61"/>
    <w:rsid w:val="00961818"/>
    <w:rsid w:val="00976A43"/>
    <w:rsid w:val="009B5214"/>
    <w:rsid w:val="009E0F93"/>
    <w:rsid w:val="009F0031"/>
    <w:rsid w:val="009F3AB4"/>
    <w:rsid w:val="00A2767F"/>
    <w:rsid w:val="00A727C8"/>
    <w:rsid w:val="00A969B9"/>
    <w:rsid w:val="00AC526D"/>
    <w:rsid w:val="00AF784E"/>
    <w:rsid w:val="00BE76F0"/>
    <w:rsid w:val="00C91ACC"/>
    <w:rsid w:val="00CC1C86"/>
    <w:rsid w:val="00D17EED"/>
    <w:rsid w:val="00D56B9E"/>
    <w:rsid w:val="00E33330"/>
    <w:rsid w:val="00E812E4"/>
    <w:rsid w:val="00EA6923"/>
    <w:rsid w:val="00ED782D"/>
    <w:rsid w:val="00EF07E8"/>
    <w:rsid w:val="00F72943"/>
    <w:rsid w:val="00F870C8"/>
    <w:rsid w:val="00FB58E6"/>
    <w:rsid w:val="00FF6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7D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752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75232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23129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868</TotalTime>
  <Pages>9</Pages>
  <Words>2683</Words>
  <Characters>15298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Klass21</cp:lastModifiedBy>
  <cp:revision>22</cp:revision>
  <dcterms:created xsi:type="dcterms:W3CDTF">2014-10-06T04:34:00Z</dcterms:created>
  <dcterms:modified xsi:type="dcterms:W3CDTF">2015-11-25T14:51:00Z</dcterms:modified>
</cp:coreProperties>
</file>